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2F0FB9C0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0955CEF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3BF1E03A" w14:textId="14D34E0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6A0AA0">
        <w:rPr>
          <w:rFonts w:ascii="Corbel" w:hAnsi="Corbel"/>
          <w:i/>
          <w:smallCaps/>
          <w:sz w:val="24"/>
          <w:szCs w:val="24"/>
        </w:rPr>
        <w:t>2</w:t>
      </w:r>
      <w:r w:rsidR="00480F37">
        <w:rPr>
          <w:rFonts w:ascii="Corbel" w:hAnsi="Corbel"/>
          <w:i/>
          <w:smallCaps/>
          <w:sz w:val="24"/>
          <w:szCs w:val="24"/>
        </w:rPr>
        <w:t>0</w:t>
      </w:r>
      <w:r w:rsidR="00ED51C8">
        <w:rPr>
          <w:rFonts w:ascii="Corbel" w:hAnsi="Corbel"/>
          <w:i/>
          <w:smallCaps/>
          <w:sz w:val="24"/>
          <w:szCs w:val="24"/>
        </w:rPr>
        <w:t>19</w:t>
      </w:r>
      <w:r w:rsidR="006A0AA0">
        <w:rPr>
          <w:rFonts w:ascii="Corbel" w:hAnsi="Corbel"/>
          <w:i/>
          <w:smallCaps/>
          <w:sz w:val="24"/>
          <w:szCs w:val="24"/>
        </w:rPr>
        <w:t>-202</w:t>
      </w:r>
      <w:r w:rsidR="00ED51C8">
        <w:rPr>
          <w:rFonts w:ascii="Corbel" w:hAnsi="Corbel"/>
          <w:i/>
          <w:smallCaps/>
          <w:sz w:val="24"/>
          <w:szCs w:val="24"/>
        </w:rPr>
        <w:t>2</w:t>
      </w:r>
    </w:p>
    <w:p w:rsidR="0085747A" w:rsidP="00EA4832" w:rsidRDefault="00EA4832" w14:paraId="4933ECA2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6809DB57" w14:textId="739157D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6A0AA0">
        <w:rPr>
          <w:rFonts w:ascii="Corbel" w:hAnsi="Corbel"/>
          <w:sz w:val="20"/>
          <w:szCs w:val="20"/>
        </w:rPr>
        <w:t>202</w:t>
      </w:r>
      <w:r w:rsidR="00ED51C8">
        <w:rPr>
          <w:rFonts w:ascii="Corbel" w:hAnsi="Corbel"/>
          <w:sz w:val="20"/>
          <w:szCs w:val="20"/>
        </w:rPr>
        <w:t>1</w:t>
      </w:r>
      <w:r w:rsidR="006A0AA0">
        <w:rPr>
          <w:rFonts w:ascii="Corbel" w:hAnsi="Corbel"/>
          <w:sz w:val="20"/>
          <w:szCs w:val="20"/>
        </w:rPr>
        <w:t>/202</w:t>
      </w:r>
      <w:r w:rsidR="00ED51C8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5D30864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99D0ED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6A0AA0" w:rsidTr="5F97F1B5" w14:paraId="46AC8C8D" w14:textId="77777777">
        <w:tc>
          <w:tcPr>
            <w:tcW w:w="2694" w:type="dxa"/>
            <w:tcMar/>
            <w:vAlign w:val="center"/>
          </w:tcPr>
          <w:p w:rsidRPr="009C54AE" w:rsidR="006A0AA0" w:rsidP="006A0AA0" w:rsidRDefault="006A0AA0" w14:paraId="094E2F6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6A0AA0" w:rsidP="006A0AA0" w:rsidRDefault="006A0AA0" w14:paraId="177D8D9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Środowiskowa praca socjalna</w:t>
            </w:r>
          </w:p>
        </w:tc>
      </w:tr>
      <w:tr w:rsidRPr="009C54AE" w:rsidR="006A0AA0" w:rsidTr="5F97F1B5" w14:paraId="2074BF62" w14:textId="77777777">
        <w:tc>
          <w:tcPr>
            <w:tcW w:w="2694" w:type="dxa"/>
            <w:tcMar/>
            <w:vAlign w:val="center"/>
          </w:tcPr>
          <w:p w:rsidRPr="009C54AE" w:rsidR="006A0AA0" w:rsidP="006A0AA0" w:rsidRDefault="006A0AA0" w14:paraId="6498E2C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6A0AA0" w:rsidP="006A0AA0" w:rsidRDefault="006A0AA0" w14:paraId="583FBE4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P1S[5]F_04</w:t>
            </w:r>
          </w:p>
        </w:tc>
      </w:tr>
      <w:tr w:rsidRPr="009C54AE" w:rsidR="006A0AA0" w:rsidTr="5F97F1B5" w14:paraId="17FB943A" w14:textId="77777777">
        <w:tc>
          <w:tcPr>
            <w:tcW w:w="2694" w:type="dxa"/>
            <w:tcMar/>
            <w:vAlign w:val="center"/>
          </w:tcPr>
          <w:p w:rsidRPr="009C54AE" w:rsidR="006A0AA0" w:rsidP="006A0AA0" w:rsidRDefault="006A0AA0" w14:paraId="39DECE8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6A0AA0" w:rsidP="006A0AA0" w:rsidRDefault="006A0AA0" w14:paraId="33A6905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6A0AA0" w:rsidTr="5F97F1B5" w14:paraId="34CB8DF3" w14:textId="77777777">
        <w:tc>
          <w:tcPr>
            <w:tcW w:w="2694" w:type="dxa"/>
            <w:tcMar/>
            <w:vAlign w:val="center"/>
          </w:tcPr>
          <w:p w:rsidRPr="009C54AE" w:rsidR="006A0AA0" w:rsidP="006A0AA0" w:rsidRDefault="006A0AA0" w14:paraId="297220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6A0AA0" w:rsidP="006A0AA0" w:rsidRDefault="006A0AA0" w14:paraId="1A6521B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F1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6A0AA0" w:rsidTr="5F97F1B5" w14:paraId="543BA628" w14:textId="77777777">
        <w:tc>
          <w:tcPr>
            <w:tcW w:w="2694" w:type="dxa"/>
            <w:tcMar/>
            <w:vAlign w:val="center"/>
          </w:tcPr>
          <w:p w:rsidRPr="009C54AE" w:rsidR="006A0AA0" w:rsidP="006A0AA0" w:rsidRDefault="006A0AA0" w14:paraId="001171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6A0AA0" w:rsidP="006A0AA0" w:rsidRDefault="006A0AA0" w14:paraId="3841ED5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6A0AA0" w:rsidTr="5F97F1B5" w14:paraId="0EC41D32" w14:textId="77777777">
        <w:tc>
          <w:tcPr>
            <w:tcW w:w="2694" w:type="dxa"/>
            <w:tcMar/>
            <w:vAlign w:val="center"/>
          </w:tcPr>
          <w:p w:rsidRPr="009C54AE" w:rsidR="006A0AA0" w:rsidP="006A0AA0" w:rsidRDefault="006A0AA0" w14:paraId="0F623BC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6A0AA0" w:rsidP="006A0AA0" w:rsidRDefault="006A0AA0" w14:paraId="469CF73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6A0AA0" w:rsidTr="5F97F1B5" w14:paraId="4537FE32" w14:textId="77777777">
        <w:tc>
          <w:tcPr>
            <w:tcW w:w="2694" w:type="dxa"/>
            <w:tcMar/>
            <w:vAlign w:val="center"/>
          </w:tcPr>
          <w:p w:rsidRPr="009C54AE" w:rsidR="006A0AA0" w:rsidP="006A0AA0" w:rsidRDefault="006A0AA0" w14:paraId="14A0CD7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6A0AA0" w:rsidP="006A0AA0" w:rsidRDefault="006A0AA0" w14:paraId="77F676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6A0AA0" w:rsidTr="5F97F1B5" w14:paraId="7AF4C859" w14:textId="77777777">
        <w:tc>
          <w:tcPr>
            <w:tcW w:w="2694" w:type="dxa"/>
            <w:tcMar/>
            <w:vAlign w:val="center"/>
          </w:tcPr>
          <w:p w:rsidRPr="009C54AE" w:rsidR="006A0AA0" w:rsidP="006A0AA0" w:rsidRDefault="006A0AA0" w14:paraId="101FA3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6A0AA0" w:rsidP="006A0AA0" w:rsidRDefault="006A0AA0" w14:paraId="28D7D43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6A0AA0" w:rsidTr="5F97F1B5" w14:paraId="26B3D4D2" w14:textId="77777777">
        <w:tc>
          <w:tcPr>
            <w:tcW w:w="2694" w:type="dxa"/>
            <w:tcMar/>
            <w:vAlign w:val="center"/>
          </w:tcPr>
          <w:p w:rsidRPr="009C54AE" w:rsidR="006A0AA0" w:rsidP="006A0AA0" w:rsidRDefault="006A0AA0" w14:paraId="1BB6E90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6A0AA0" w:rsidP="006A0AA0" w:rsidRDefault="006A0AA0" w14:paraId="5316A48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V</w:t>
            </w:r>
          </w:p>
        </w:tc>
      </w:tr>
      <w:tr w:rsidRPr="009C54AE" w:rsidR="006A0AA0" w:rsidTr="5F97F1B5" w14:paraId="082B33B1" w14:textId="77777777">
        <w:tc>
          <w:tcPr>
            <w:tcW w:w="2694" w:type="dxa"/>
            <w:tcMar/>
            <w:vAlign w:val="center"/>
          </w:tcPr>
          <w:p w:rsidRPr="009C54AE" w:rsidR="006A0AA0" w:rsidP="006A0AA0" w:rsidRDefault="006A0AA0" w14:paraId="5BF8521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6A0AA0" w:rsidP="006A0AA0" w:rsidRDefault="000B7473" w14:paraId="6071C8A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6A0AA0" w:rsidTr="5F97F1B5" w14:paraId="075FD0B0" w14:textId="77777777">
        <w:tc>
          <w:tcPr>
            <w:tcW w:w="2694" w:type="dxa"/>
            <w:tcMar/>
            <w:vAlign w:val="center"/>
          </w:tcPr>
          <w:p w:rsidRPr="009C54AE" w:rsidR="006A0AA0" w:rsidP="006A0AA0" w:rsidRDefault="006A0AA0" w14:paraId="7C6AC74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6A0AA0" w:rsidP="006A0AA0" w:rsidRDefault="006A0AA0" w14:paraId="276C78B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Pr="009C54AE" w:rsidR="006A0AA0" w:rsidTr="5F97F1B5" w14:paraId="1E119E4E" w14:textId="77777777">
        <w:tc>
          <w:tcPr>
            <w:tcW w:w="2694" w:type="dxa"/>
            <w:tcMar/>
            <w:vAlign w:val="center"/>
          </w:tcPr>
          <w:p w:rsidRPr="009C54AE" w:rsidR="006A0AA0" w:rsidP="006A0AA0" w:rsidRDefault="006A0AA0" w14:paraId="01D599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6A0AA0" w:rsidP="5F97F1B5" w:rsidRDefault="006A0AA0" w14:paraId="7A5B5D27" w14:textId="67884A4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F97F1B5" w:rsidR="323A7A30">
              <w:rPr>
                <w:rFonts w:ascii="Corbel" w:hAnsi="Corbel"/>
                <w:b w:val="0"/>
                <w:bCs w:val="0"/>
                <w:sz w:val="24"/>
                <w:szCs w:val="24"/>
              </w:rPr>
              <w:t>Dorota Rynkowska</w:t>
            </w:r>
          </w:p>
        </w:tc>
      </w:tr>
      <w:tr w:rsidRPr="009C54AE" w:rsidR="006A0AA0" w:rsidTr="5F97F1B5" w14:paraId="4D632877" w14:textId="77777777">
        <w:tc>
          <w:tcPr>
            <w:tcW w:w="2694" w:type="dxa"/>
            <w:tcMar/>
            <w:vAlign w:val="center"/>
          </w:tcPr>
          <w:p w:rsidRPr="009C54AE" w:rsidR="006A0AA0" w:rsidP="006A0AA0" w:rsidRDefault="006A0AA0" w14:paraId="24F2C79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6A0AA0" w:rsidP="5F97F1B5" w:rsidRDefault="006A0AA0" w14:paraId="10DEC61E" w14:textId="0B3198F6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5F97F1B5" w:rsidR="03BD6234">
              <w:rPr>
                <w:rFonts w:ascii="Corbel" w:hAnsi="Corbel"/>
                <w:b w:val="0"/>
                <w:bCs w:val="0"/>
                <w:sz w:val="24"/>
                <w:szCs w:val="24"/>
              </w:rPr>
              <w:t>Dorota Rynkowska</w:t>
            </w:r>
          </w:p>
        </w:tc>
      </w:tr>
    </w:tbl>
    <w:p w:rsidRPr="009C54AE" w:rsidR="00923D7D" w:rsidP="001F4617" w:rsidRDefault="0085747A" w14:paraId="70144694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1F4617" w:rsidRDefault="0085747A" w14:paraId="54E4847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6A0AA0" w14:paraId="389CE6BC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DB9B3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82618C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89211A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6BC928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B4D40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DAA55D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AAD270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FBFEBC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0C5D5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09A0BD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0C5355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6A0AA0" w:rsidTr="006A0AA0" w14:paraId="65364651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A0AA0" w:rsidP="006A0AA0" w:rsidRDefault="006A0AA0" w14:paraId="764C8BB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A0AA0" w:rsidP="006A0AA0" w:rsidRDefault="006A0AA0" w14:paraId="7199E2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A0AA0" w:rsidP="006A0AA0" w:rsidRDefault="006A0AA0" w14:paraId="37A15FC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A0AA0" w:rsidP="006A0AA0" w:rsidRDefault="006A0AA0" w14:paraId="44E3216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A0AA0" w:rsidP="006A0AA0" w:rsidRDefault="006A0AA0" w14:paraId="5884CE9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A0AA0" w:rsidP="006A0AA0" w:rsidRDefault="006A0AA0" w14:paraId="79F6922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A0AA0" w:rsidP="006A0AA0" w:rsidRDefault="006A0AA0" w14:paraId="0352DD4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A0AA0" w:rsidP="006A0AA0" w:rsidRDefault="006A0AA0" w14:paraId="1D00D7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A0AA0" w:rsidP="006A0AA0" w:rsidRDefault="006A0AA0" w14:paraId="4447B0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A0AA0" w:rsidP="006A0AA0" w:rsidRDefault="006A0AA0" w14:paraId="0D432D8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6E348D0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7114470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1F6860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85747A" w14:paraId="59809F5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A4A">
        <w:rPr>
          <w:rFonts w:hint="eastAsia" w:ascii="MS Gothic" w:hAnsi="MS Gothic" w:eastAsia="MS Gothic" w:cs="MS Gothic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366CF26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C9BCBD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1F4617" w:rsidR="009C54AE" w:rsidP="001F4617" w:rsidRDefault="00E22FBC" w14:paraId="4FE86F1E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P="009C54AE" w:rsidRDefault="000D1A4A" w14:paraId="22FBB49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0D1A4A" w:rsidP="009C54AE" w:rsidRDefault="000D1A4A" w14:paraId="2D4B741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42B0BC5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0E27D48B" w14:textId="77777777">
        <w:tc>
          <w:tcPr>
            <w:tcW w:w="9670" w:type="dxa"/>
          </w:tcPr>
          <w:p w:rsidRPr="009C54AE" w:rsidR="0085747A" w:rsidP="009C54AE" w:rsidRDefault="000D1A4A" w14:paraId="11373639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1A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 metod pracy socjalnej, przeprowadzania diagnozy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społecznej</w:t>
            </w:r>
            <w:r w:rsidRPr="000D1A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pracy socjalnej, metod badawczych oraz planowania pomocy. Niezbędna jest więc wiedza z zakresu metodyki pracy socjalnej, diagnozy w pracy socjalnej oraz metod badań społecznych.</w:t>
            </w:r>
          </w:p>
        </w:tc>
      </w:tr>
    </w:tbl>
    <w:p w:rsidR="00153C41" w:rsidP="009C54AE" w:rsidRDefault="00153C41" w14:paraId="291195F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1F4617" w:rsidP="009C54AE" w:rsidRDefault="001F4617" w14:paraId="22B1EFE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1F4617" w:rsidP="009C54AE" w:rsidRDefault="001F4617" w14:paraId="1F4E4BD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19C02A6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C28A80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F4617" w:rsidR="00F83B28" w:rsidP="001F4617" w:rsidRDefault="0071620A" w14:paraId="3EC42915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0D1A4A" w:rsidTr="000D1A4A" w14:paraId="7748B105" w14:textId="77777777">
        <w:tc>
          <w:tcPr>
            <w:tcW w:w="845" w:type="dxa"/>
            <w:vAlign w:val="center"/>
          </w:tcPr>
          <w:p w:rsidRPr="009C54AE" w:rsidR="000D1A4A" w:rsidP="000D1A4A" w:rsidRDefault="000D1A4A" w14:paraId="0668D82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9C54AE" w:rsidR="000D1A4A" w:rsidP="000D1A4A" w:rsidRDefault="000D1A4A" w14:paraId="7F3A367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54DD">
              <w:rPr>
                <w:rFonts w:ascii="Corbel" w:hAnsi="Corbel"/>
                <w:b w:val="0"/>
                <w:sz w:val="24"/>
                <w:szCs w:val="24"/>
              </w:rPr>
              <w:t>Doskonalenie umiejętności wykorzystania wiedzy z zakresu teorii i metodyki pracy socjalnej oraz zastosowanie jej w różnych sytuacjach problemowych.</w:t>
            </w:r>
          </w:p>
        </w:tc>
      </w:tr>
      <w:tr w:rsidRPr="009C54AE" w:rsidR="000D1A4A" w:rsidTr="000D1A4A" w14:paraId="22960535" w14:textId="77777777">
        <w:tc>
          <w:tcPr>
            <w:tcW w:w="845" w:type="dxa"/>
            <w:vAlign w:val="center"/>
          </w:tcPr>
          <w:p w:rsidRPr="009C54AE" w:rsidR="000D1A4A" w:rsidP="000D1A4A" w:rsidRDefault="000D1A4A" w14:paraId="3ABC10C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C54AE" w:rsidR="000D1A4A" w:rsidP="000D1A4A" w:rsidRDefault="000D1A4A" w14:paraId="5BDC041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Poszerzenie wiedzy związanej z dokonywaniem diagnozy w ujęciu szerokim.</w:t>
            </w:r>
          </w:p>
        </w:tc>
      </w:tr>
      <w:tr w:rsidRPr="009C54AE" w:rsidR="000D1A4A" w:rsidTr="000D1A4A" w14:paraId="2003977A" w14:textId="77777777">
        <w:tc>
          <w:tcPr>
            <w:tcW w:w="845" w:type="dxa"/>
            <w:vAlign w:val="center"/>
          </w:tcPr>
          <w:p w:rsidRPr="009C54AE" w:rsidR="000D1A4A" w:rsidP="000D1A4A" w:rsidRDefault="000D1A4A" w14:paraId="705278B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Pr="009C54AE" w:rsidR="000D1A4A" w:rsidP="000D1A4A" w:rsidRDefault="000D1A4A" w14:paraId="26EE536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Zwiększanie umiejętności w planowaniu pomocy i budowaniu pakietu usług na poziomie społeczności lokalnej we współpracy z lokalnymi instytucjami.</w:t>
            </w:r>
          </w:p>
        </w:tc>
      </w:tr>
    </w:tbl>
    <w:p w:rsidRPr="009C54AE" w:rsidR="0085747A" w:rsidP="009C54AE" w:rsidRDefault="0085747A" w14:paraId="44D6E81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39323E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480F37" w:rsidTr="00FE19E9" w14:paraId="7CECFF40" w14:textId="77777777">
        <w:tc>
          <w:tcPr>
            <w:tcW w:w="1701" w:type="dxa"/>
            <w:vAlign w:val="center"/>
          </w:tcPr>
          <w:p w:rsidRPr="009C54AE" w:rsidR="00480F37" w:rsidP="00FE19E9" w:rsidRDefault="00480F37" w14:paraId="3ED55B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480F37" w:rsidP="00FE19E9" w:rsidRDefault="00480F37" w14:paraId="1A2F2C6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480F37" w:rsidP="00FE19E9" w:rsidRDefault="00480F37" w14:paraId="1EC815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480F37" w:rsidTr="00FE19E9" w14:paraId="75A7D81A" w14:textId="77777777">
        <w:tc>
          <w:tcPr>
            <w:tcW w:w="1701" w:type="dxa"/>
          </w:tcPr>
          <w:p w:rsidRPr="009C54AE" w:rsidR="00480F37" w:rsidP="00FE19E9" w:rsidRDefault="00480F37" w14:paraId="2B0925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480F37" w:rsidP="00FE19E9" w:rsidRDefault="00480F37" w14:paraId="18FDC96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wskazać oraz wyjaśnić prawidłowości i zaburzenia więzi społecznych przy zastosowaniu diagnozy.</w:t>
            </w:r>
          </w:p>
        </w:tc>
        <w:tc>
          <w:tcPr>
            <w:tcW w:w="1873" w:type="dxa"/>
          </w:tcPr>
          <w:p w:rsidRPr="009C54AE" w:rsidR="00480F37" w:rsidP="00FE19E9" w:rsidRDefault="00480F37" w14:paraId="5B235605" w14:textId="0A19A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5478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Pr="009C54AE" w:rsidR="00480F37" w:rsidTr="00FE19E9" w14:paraId="66E50311" w14:textId="77777777">
        <w:tc>
          <w:tcPr>
            <w:tcW w:w="1701" w:type="dxa"/>
          </w:tcPr>
          <w:p w:rsidRPr="009C54AE" w:rsidR="00480F37" w:rsidP="00FE19E9" w:rsidRDefault="00480F37" w14:paraId="431A58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480F37" w:rsidP="00FE19E9" w:rsidRDefault="00480F37" w14:paraId="64D2631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 stopniu zaawansowanym umie wskazać procesy przemian zachodzące w systemach, instytucjach. Potrafi także interpretować ich uwarunkowania i skutki. W planowaniu działań uwzględnia mechanizmy kontroli społecznej i zasady etyczne. </w:t>
            </w:r>
          </w:p>
        </w:tc>
        <w:tc>
          <w:tcPr>
            <w:tcW w:w="1873" w:type="dxa"/>
          </w:tcPr>
          <w:p w:rsidRPr="009C54AE" w:rsidR="00480F37" w:rsidP="00FE19E9" w:rsidRDefault="00480F37" w14:paraId="763193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Pr="009C54AE" w:rsidR="00480F37" w:rsidTr="00FE19E9" w14:paraId="7170D811" w14:textId="77777777">
        <w:tc>
          <w:tcPr>
            <w:tcW w:w="1701" w:type="dxa"/>
          </w:tcPr>
          <w:p w:rsidRPr="009C54AE" w:rsidR="00480F37" w:rsidP="00FE19E9" w:rsidRDefault="00480F37" w14:paraId="7AB38D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480F37" w:rsidP="00FE19E9" w:rsidRDefault="00480F37" w14:paraId="5536F87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2E298B">
              <w:rPr>
                <w:rFonts w:ascii="Corbel" w:hAnsi="Corbel"/>
                <w:b w:val="0"/>
                <w:smallCaps w:val="0"/>
                <w:szCs w:val="24"/>
              </w:rPr>
              <w:t>analizować i inn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owacyjnie rozwiązywać powstające </w:t>
            </w:r>
            <w:r w:rsidRPr="002E298B">
              <w:rPr>
                <w:rFonts w:ascii="Corbel" w:hAnsi="Corbel"/>
                <w:b w:val="0"/>
                <w:smallCaps w:val="0"/>
                <w:szCs w:val="24"/>
              </w:rPr>
              <w:t>proble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my społeczne oraz zapobiegać</w:t>
            </w:r>
            <w:r w:rsidRPr="002E298B">
              <w:rPr>
                <w:rFonts w:ascii="Corbel" w:hAnsi="Corbel"/>
                <w:b w:val="0"/>
                <w:smallCaps w:val="0"/>
                <w:szCs w:val="24"/>
              </w:rPr>
              <w:t xml:space="preserve"> wykluczeniu społecznemu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poprzez proponowanie</w:t>
            </w:r>
            <w:r w:rsidRPr="002E298B">
              <w:rPr>
                <w:rFonts w:ascii="Corbel" w:hAnsi="Corbel"/>
                <w:b w:val="0"/>
                <w:smallCaps w:val="0"/>
                <w:szCs w:val="24"/>
              </w:rPr>
              <w:t xml:space="preserve"> w tym zakr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esie odpowiednich rozstrzygnięć.</w:t>
            </w:r>
          </w:p>
        </w:tc>
        <w:tc>
          <w:tcPr>
            <w:tcW w:w="1873" w:type="dxa"/>
          </w:tcPr>
          <w:p w:rsidRPr="009C54AE" w:rsidR="00480F37" w:rsidP="00FE19E9" w:rsidRDefault="00480F37" w14:paraId="38E62D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9C54AE" w:rsidR="00480F37" w:rsidTr="00FE19E9" w14:paraId="219EA22C" w14:textId="77777777">
        <w:tc>
          <w:tcPr>
            <w:tcW w:w="1701" w:type="dxa"/>
          </w:tcPr>
          <w:p w:rsidRPr="009C54AE" w:rsidR="00480F37" w:rsidP="00FE19E9" w:rsidRDefault="00480F37" w14:paraId="111E03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C54AE" w:rsidR="00480F37" w:rsidP="00FE19E9" w:rsidRDefault="00480F37" w14:paraId="47898FC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 stopniu zaawansowanym umie </w:t>
            </w:r>
            <w:r w:rsidRPr="002E298B">
              <w:rPr>
                <w:rFonts w:ascii="Corbel" w:hAnsi="Corbel"/>
                <w:b w:val="0"/>
                <w:smallCaps w:val="0"/>
                <w:szCs w:val="24"/>
              </w:rPr>
              <w:t>anal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izować zjawiska społeczne i w</w:t>
            </w:r>
            <w:r w:rsidRPr="002E298B">
              <w:rPr>
                <w:rFonts w:ascii="Corbel" w:hAnsi="Corbel"/>
                <w:b w:val="0"/>
                <w:smallCaps w:val="0"/>
                <w:szCs w:val="24"/>
              </w:rPr>
              <w:t xml:space="preserve"> sposób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praktyczny realizować stawiane przed nim</w:t>
            </w:r>
            <w:r w:rsidRPr="002E298B">
              <w:rPr>
                <w:rFonts w:ascii="Corbel" w:hAnsi="Corbel"/>
                <w:b w:val="0"/>
                <w:smallCaps w:val="0"/>
                <w:szCs w:val="24"/>
              </w:rPr>
              <w:t xml:space="preserve"> role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zawodowe.</w:t>
            </w:r>
          </w:p>
        </w:tc>
        <w:tc>
          <w:tcPr>
            <w:tcW w:w="1873" w:type="dxa"/>
          </w:tcPr>
          <w:p w:rsidR="00480F37" w:rsidP="00FE19E9" w:rsidRDefault="00480F37" w14:paraId="035CFE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Pr="009C54AE" w:rsidR="00480F37" w:rsidTr="00FE19E9" w14:paraId="76F72AFA" w14:textId="77777777">
        <w:tc>
          <w:tcPr>
            <w:tcW w:w="1701" w:type="dxa"/>
          </w:tcPr>
          <w:p w:rsidRPr="009C54AE" w:rsidR="00480F37" w:rsidP="00FE19E9" w:rsidRDefault="00480F37" w14:paraId="5DC02C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9C54AE" w:rsidR="00480F37" w:rsidP="00FE19E9" w:rsidRDefault="00480F37" w14:paraId="308684B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organizować kontakty i spotkania z interesariuszami zewnętrznymi, społecznością lokalną oraz miejscowymi liderami, a także współpracować z nimi</w:t>
            </w:r>
            <w:r w:rsidRPr="002E298B">
              <w:rPr>
                <w:rFonts w:ascii="Corbel" w:hAnsi="Corbel"/>
                <w:b w:val="0"/>
                <w:smallCaps w:val="0"/>
                <w:szCs w:val="24"/>
              </w:rPr>
              <w:t xml:space="preserve">  na rzecz rozwiązywania problemów z zakresu problematyki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480F37" w:rsidP="00FE19E9" w:rsidRDefault="00480F37" w14:paraId="339F07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54D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Pr="009C54AE" w:rsidR="0085747A" w:rsidP="009C54AE" w:rsidRDefault="0085747A" w14:paraId="0338A79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F812B2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53065E" w:rsidR="00675843" w:rsidP="0053065E" w:rsidRDefault="0085747A" w14:paraId="09609FC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0D1A4A" w14:paraId="497BDA53" w14:textId="77777777">
        <w:tc>
          <w:tcPr>
            <w:tcW w:w="9520" w:type="dxa"/>
          </w:tcPr>
          <w:p w:rsidRPr="000D1A4A" w:rsidR="0085747A" w:rsidP="009C54AE" w:rsidRDefault="0085747A" w14:paraId="5ADF744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D1A4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Pr="009C54AE" w:rsidR="0085747A" w:rsidTr="000D1A4A" w14:paraId="7A3DC9E7" w14:textId="77777777">
        <w:tc>
          <w:tcPr>
            <w:tcW w:w="9520" w:type="dxa"/>
          </w:tcPr>
          <w:p w:rsidRPr="009C54AE" w:rsidR="0085747A" w:rsidP="009C54AE" w:rsidRDefault="000D1A4A" w14:paraId="2F736D8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2F77986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53065E" w:rsidR="0085747A" w:rsidP="0053065E" w:rsidRDefault="0085747A" w14:paraId="1A1EA06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8367BA" w14:paraId="49DFD636" w14:textId="77777777">
        <w:tc>
          <w:tcPr>
            <w:tcW w:w="9520" w:type="dxa"/>
          </w:tcPr>
          <w:p w:rsidRPr="008367BA" w:rsidR="0085747A" w:rsidP="009C54AE" w:rsidRDefault="0085747A" w14:paraId="23FD5CD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367B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Pr="009C54AE" w:rsidR="008367BA" w:rsidTr="008367BA" w14:paraId="77DB5D14" w14:textId="77777777">
        <w:tc>
          <w:tcPr>
            <w:tcW w:w="9520" w:type="dxa"/>
          </w:tcPr>
          <w:p w:rsidRPr="009C54AE" w:rsidR="008367BA" w:rsidP="008367BA" w:rsidRDefault="008367BA" w14:paraId="2B29A63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 xml:space="preserve">Definicja  środowiskowej pracy socjalnej. Organizowanie społeczności lokalnej </w:t>
            </w:r>
            <w:r>
              <w:rPr>
                <w:rFonts w:ascii="Corbel" w:hAnsi="Corbel"/>
                <w:sz w:val="24"/>
                <w:szCs w:val="24"/>
              </w:rPr>
              <w:t>jako metoda pracy środowiskowej.</w:t>
            </w:r>
          </w:p>
        </w:tc>
      </w:tr>
      <w:tr w:rsidRPr="009C54AE" w:rsidR="008367BA" w:rsidTr="008367BA" w14:paraId="42D58818" w14:textId="77777777">
        <w:tc>
          <w:tcPr>
            <w:tcW w:w="9520" w:type="dxa"/>
          </w:tcPr>
          <w:p w:rsidRPr="009C54AE" w:rsidR="008367BA" w:rsidP="008367BA" w:rsidRDefault="008367BA" w14:paraId="358ED03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>Etapy metodycznego postępowania w pracy socjalnej i prowadzenia metody organizowania środowiska.</w:t>
            </w:r>
          </w:p>
        </w:tc>
      </w:tr>
      <w:tr w:rsidRPr="009C54AE" w:rsidR="008367BA" w:rsidTr="008367BA" w14:paraId="79BDFE9B" w14:textId="77777777">
        <w:tc>
          <w:tcPr>
            <w:tcW w:w="9520" w:type="dxa"/>
          </w:tcPr>
          <w:p w:rsidRPr="009C54AE" w:rsidR="008367BA" w:rsidP="008367BA" w:rsidRDefault="008367BA" w14:paraId="14D2E59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lastRenderedPageBreak/>
              <w:t xml:space="preserve">Praca z klientami OPS na bazie ich zasobów. </w:t>
            </w:r>
          </w:p>
        </w:tc>
      </w:tr>
      <w:tr w:rsidRPr="009C54AE" w:rsidR="008367BA" w:rsidTr="008367BA" w14:paraId="35BA4633" w14:textId="77777777">
        <w:tc>
          <w:tcPr>
            <w:tcW w:w="9520" w:type="dxa"/>
          </w:tcPr>
          <w:p w:rsidRPr="009C54AE" w:rsidR="008367BA" w:rsidP="008367BA" w:rsidRDefault="008367BA" w14:paraId="08DD881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 xml:space="preserve">Budowa pakietu usług dla klientów pomocy społecznej. </w:t>
            </w:r>
          </w:p>
        </w:tc>
      </w:tr>
      <w:tr w:rsidRPr="009C54AE" w:rsidR="008367BA" w:rsidTr="008367BA" w14:paraId="6BFBBAA3" w14:textId="77777777">
        <w:tc>
          <w:tcPr>
            <w:tcW w:w="9520" w:type="dxa"/>
          </w:tcPr>
          <w:p w:rsidRPr="009C54AE" w:rsidR="008367BA" w:rsidP="008367BA" w:rsidRDefault="008367BA" w14:paraId="4623F1B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 xml:space="preserve">Wdrażanie metody organizowania środowiska do struktur OPS. </w:t>
            </w:r>
          </w:p>
        </w:tc>
      </w:tr>
      <w:tr w:rsidRPr="009C54AE" w:rsidR="008367BA" w:rsidTr="008367BA" w14:paraId="692E87D5" w14:textId="77777777">
        <w:tc>
          <w:tcPr>
            <w:tcW w:w="9520" w:type="dxa"/>
          </w:tcPr>
          <w:p w:rsidRPr="009C54AE" w:rsidR="008367BA" w:rsidP="008367BA" w:rsidRDefault="008367BA" w14:paraId="3333E6E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>Strategie mobilizacji do działania ludzi oraz instytucji.</w:t>
            </w:r>
          </w:p>
        </w:tc>
      </w:tr>
      <w:tr w:rsidRPr="009C54AE" w:rsidR="008367BA" w:rsidTr="008367BA" w14:paraId="48735E63" w14:textId="77777777">
        <w:tc>
          <w:tcPr>
            <w:tcW w:w="9520" w:type="dxa"/>
          </w:tcPr>
          <w:p w:rsidRPr="009C54AE" w:rsidR="008367BA" w:rsidP="008367BA" w:rsidRDefault="008367BA" w14:paraId="391DD4A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 xml:space="preserve">Narzędzia OSL (osiowe oraz wspierające). </w:t>
            </w:r>
          </w:p>
        </w:tc>
      </w:tr>
      <w:tr w:rsidRPr="009C54AE" w:rsidR="008367BA" w:rsidTr="008367BA" w14:paraId="3F2C88A8" w14:textId="77777777">
        <w:tc>
          <w:tcPr>
            <w:tcW w:w="9520" w:type="dxa"/>
          </w:tcPr>
          <w:p w:rsidRPr="009C54AE" w:rsidR="008367BA" w:rsidP="008367BA" w:rsidRDefault="008367BA" w14:paraId="0CF8C86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 xml:space="preserve">Aktywizacja i integracja jako wybrane komponenty OSL. </w:t>
            </w:r>
          </w:p>
        </w:tc>
      </w:tr>
      <w:tr w:rsidRPr="009C54AE" w:rsidR="008367BA" w:rsidTr="008367BA" w14:paraId="10804455" w14:textId="77777777">
        <w:tc>
          <w:tcPr>
            <w:tcW w:w="9520" w:type="dxa"/>
          </w:tcPr>
          <w:p w:rsidRPr="009C54AE" w:rsidR="008367BA" w:rsidP="008367BA" w:rsidRDefault="008367BA" w14:paraId="2A83773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>Zasady motywowania w OSL. Metody i techniki motywowania i wywierania wpływu na ludzi.</w:t>
            </w:r>
          </w:p>
        </w:tc>
      </w:tr>
      <w:tr w:rsidRPr="009C54AE" w:rsidR="008367BA" w:rsidTr="008367BA" w14:paraId="1D406477" w14:textId="77777777">
        <w:tc>
          <w:tcPr>
            <w:tcW w:w="9520" w:type="dxa"/>
          </w:tcPr>
          <w:p w:rsidRPr="009C54AE" w:rsidR="008367BA" w:rsidP="008367BA" w:rsidRDefault="008367BA" w14:paraId="23CA26D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 xml:space="preserve">Organizacja i prowadzenie spotkań w OSL. </w:t>
            </w:r>
          </w:p>
        </w:tc>
      </w:tr>
      <w:tr w:rsidRPr="009C54AE" w:rsidR="008367BA" w:rsidTr="008367BA" w14:paraId="1D5E6012" w14:textId="77777777">
        <w:tc>
          <w:tcPr>
            <w:tcW w:w="9520" w:type="dxa"/>
          </w:tcPr>
          <w:p w:rsidRPr="009C54AE" w:rsidR="008367BA" w:rsidP="008367BA" w:rsidRDefault="008367BA" w14:paraId="4A5AEDB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bCs/>
                <w:sz w:val="24"/>
                <w:szCs w:val="24"/>
              </w:rPr>
              <w:t>Omówienie Programu Aktywności Lokalnej na przykładzie miasta Rybnika oraz opracowanie z wykładowcą przykładowego Programu Aktywności Lokalnej</w:t>
            </w:r>
            <w:r w:rsidRPr="000A3E4F">
              <w:rPr>
                <w:rFonts w:ascii="Corbel" w:hAnsi="Corbel"/>
                <w:sz w:val="24"/>
                <w:szCs w:val="24"/>
              </w:rPr>
              <w:t>- wspólna praca studentów i wykładowcy w ramach zespołu.</w:t>
            </w:r>
          </w:p>
        </w:tc>
      </w:tr>
      <w:tr w:rsidRPr="009C54AE" w:rsidR="008367BA" w:rsidTr="008367BA" w14:paraId="183B112B" w14:textId="77777777">
        <w:tc>
          <w:tcPr>
            <w:tcW w:w="9520" w:type="dxa"/>
          </w:tcPr>
          <w:p w:rsidRPr="009C54AE" w:rsidR="008367BA" w:rsidP="008367BA" w:rsidRDefault="008367BA" w14:paraId="48985D2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bCs/>
                <w:sz w:val="24"/>
                <w:szCs w:val="24"/>
              </w:rPr>
              <w:t xml:space="preserve">Opracowanie w grupach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na zaliczanie </w:t>
            </w:r>
            <w:r w:rsidRPr="000A3E4F">
              <w:rPr>
                <w:rFonts w:ascii="Corbel" w:hAnsi="Corbel"/>
                <w:bCs/>
                <w:sz w:val="24"/>
                <w:szCs w:val="24"/>
              </w:rPr>
              <w:t xml:space="preserve">Programu Aktywności Lokalnej, który mógłby </w:t>
            </w:r>
            <w:r>
              <w:rPr>
                <w:rFonts w:ascii="Corbel" w:hAnsi="Corbel"/>
                <w:bCs/>
                <w:sz w:val="24"/>
                <w:szCs w:val="24"/>
              </w:rPr>
              <w:t>zostać</w:t>
            </w:r>
            <w:r w:rsidRPr="000A3E4F">
              <w:rPr>
                <w:rFonts w:ascii="Corbel" w:hAnsi="Corbel"/>
                <w:bCs/>
                <w:sz w:val="24"/>
                <w:szCs w:val="24"/>
              </w:rPr>
              <w:t xml:space="preserve"> wykorzystany </w:t>
            </w:r>
            <w:r>
              <w:rPr>
                <w:rFonts w:ascii="Corbel" w:hAnsi="Corbel"/>
                <w:bCs/>
                <w:sz w:val="24"/>
                <w:szCs w:val="24"/>
              </w:rPr>
              <w:t>wybraną instytucję pomocy społecznej</w:t>
            </w:r>
            <w:r w:rsidRPr="000A3E4F">
              <w:rPr>
                <w:rFonts w:ascii="Corbel" w:hAnsi="Corbel"/>
                <w:bCs/>
                <w:sz w:val="24"/>
                <w:szCs w:val="24"/>
              </w:rPr>
              <w:t xml:space="preserve"> (praca w grupach w zakresie tworzenia projektów realizacji środowiskowej pracy socjalnej - rozwijania społeczności lokalnych, wypracowanie strategii i metod rozwijania społeczności lokalnych, praca nad konkretnymi grupami osób</w:t>
            </w:r>
            <w:r>
              <w:rPr>
                <w:rFonts w:ascii="Corbel" w:hAnsi="Corbel"/>
                <w:bCs/>
                <w:sz w:val="24"/>
                <w:szCs w:val="24"/>
              </w:rPr>
              <w:t>)</w:t>
            </w:r>
            <w:r w:rsidRPr="000A3E4F">
              <w:rPr>
                <w:rFonts w:ascii="Corbel" w:hAnsi="Corbel"/>
                <w:bCs/>
                <w:sz w:val="24"/>
                <w:szCs w:val="24"/>
              </w:rPr>
              <w:t>. O doborze problemu decydują studenci w oparciu o diagnozę środowiska lokalnego.</w:t>
            </w:r>
          </w:p>
        </w:tc>
      </w:tr>
    </w:tbl>
    <w:p w:rsidRPr="009C54AE" w:rsidR="0085747A" w:rsidP="009C54AE" w:rsidRDefault="0085747A" w14:paraId="2D0E4A3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53065E" w:rsidRDefault="009F4610" w14:paraId="1842885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53065E" w:rsidR="008367BA" w:rsidP="0053065E" w:rsidRDefault="008367BA" w14:paraId="4B7508FC" w14:textId="77777777">
      <w:pPr>
        <w:pStyle w:val="Akapitzlist"/>
        <w:spacing w:after="0" w:line="240" w:lineRule="auto"/>
        <w:ind w:left="0"/>
        <w:jc w:val="both"/>
        <w:rPr>
          <w:rFonts w:ascii="Corbel" w:hAnsi="Corbel"/>
          <w:bCs/>
          <w:sz w:val="24"/>
          <w:szCs w:val="24"/>
        </w:rPr>
      </w:pPr>
      <w:r w:rsidRPr="0053065E">
        <w:rPr>
          <w:rFonts w:ascii="Corbel" w:hAnsi="Corbel"/>
          <w:bCs/>
          <w:sz w:val="24"/>
          <w:szCs w:val="24"/>
        </w:rPr>
        <w:t>Wykład z prezentacją multimedialną, analiza tekstów z dyskusją, metoda projektów, praca w grupach.</w:t>
      </w:r>
    </w:p>
    <w:p w:rsidR="00E960BB" w:rsidP="009C54AE" w:rsidRDefault="00E960BB" w14:paraId="63E678C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BB50E5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BF4E0F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53065E" w:rsidR="0085747A" w:rsidP="0053065E" w:rsidRDefault="0085747A" w14:paraId="4C678C7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480F37" w:rsidTr="00FE19E9" w14:paraId="0B69780A" w14:textId="77777777">
        <w:tc>
          <w:tcPr>
            <w:tcW w:w="1962" w:type="dxa"/>
            <w:vAlign w:val="center"/>
          </w:tcPr>
          <w:p w:rsidRPr="009C54AE" w:rsidR="00480F37" w:rsidP="00FE19E9" w:rsidRDefault="00480F37" w14:paraId="3B84B3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480F37" w:rsidP="00FE19E9" w:rsidRDefault="00480F37" w14:paraId="6CE83D5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480F37" w:rsidP="00FE19E9" w:rsidRDefault="00480F37" w14:paraId="24876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480F37" w:rsidP="00FE19E9" w:rsidRDefault="00480F37" w14:paraId="793930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480F37" w:rsidP="00FE19E9" w:rsidRDefault="00480F37" w14:paraId="2207418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480F37" w:rsidTr="00FE19E9" w14:paraId="5866FD57" w14:textId="77777777">
        <w:tc>
          <w:tcPr>
            <w:tcW w:w="1962" w:type="dxa"/>
          </w:tcPr>
          <w:p w:rsidRPr="009C54AE" w:rsidR="00480F37" w:rsidP="00FE19E9" w:rsidRDefault="00480F37" w14:paraId="682EE0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6265E6" w:rsidR="00480F37" w:rsidP="00FE19E9" w:rsidRDefault="00480F37" w14:paraId="696BBD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Metoda projektów, obserwacja w trakcie zajęć</w:t>
            </w:r>
          </w:p>
        </w:tc>
        <w:tc>
          <w:tcPr>
            <w:tcW w:w="2117" w:type="dxa"/>
          </w:tcPr>
          <w:p w:rsidRPr="009C54AE" w:rsidR="00480F37" w:rsidP="00FE19E9" w:rsidRDefault="00480F37" w14:paraId="655A68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480F37" w:rsidTr="00FE19E9" w14:paraId="07076EA2" w14:textId="77777777">
        <w:tc>
          <w:tcPr>
            <w:tcW w:w="1962" w:type="dxa"/>
          </w:tcPr>
          <w:p w:rsidRPr="009C54AE" w:rsidR="00480F37" w:rsidP="00FE19E9" w:rsidRDefault="00480F37" w14:paraId="0211D7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9C54AE" w:rsidR="00480F37" w:rsidP="00FE19E9" w:rsidRDefault="00480F37" w14:paraId="018390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Metoda projektów, obserwacja w trakcie zajęć</w:t>
            </w:r>
          </w:p>
        </w:tc>
        <w:tc>
          <w:tcPr>
            <w:tcW w:w="2117" w:type="dxa"/>
          </w:tcPr>
          <w:p w:rsidRPr="009C54AE" w:rsidR="00480F37" w:rsidP="00FE19E9" w:rsidRDefault="00480F37" w14:paraId="2F3B0A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56B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480F37" w:rsidTr="00FE19E9" w14:paraId="6816AF0C" w14:textId="77777777">
        <w:tc>
          <w:tcPr>
            <w:tcW w:w="1962" w:type="dxa"/>
          </w:tcPr>
          <w:p w:rsidRPr="009C54AE" w:rsidR="00480F37" w:rsidP="00FE19E9" w:rsidRDefault="00480F37" w14:paraId="432BFF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9C54AE" w:rsidR="00480F37" w:rsidP="00FE19E9" w:rsidRDefault="00480F37" w14:paraId="0A012D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Metoda projektów, obserwacja w trakcie zajęć</w:t>
            </w:r>
          </w:p>
        </w:tc>
        <w:tc>
          <w:tcPr>
            <w:tcW w:w="2117" w:type="dxa"/>
          </w:tcPr>
          <w:p w:rsidRPr="009C54AE" w:rsidR="00480F37" w:rsidP="00FE19E9" w:rsidRDefault="00480F37" w14:paraId="6A3AAD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56B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480F37" w:rsidTr="00FE19E9" w14:paraId="7A0CEE5E" w14:textId="77777777">
        <w:tc>
          <w:tcPr>
            <w:tcW w:w="1962" w:type="dxa"/>
          </w:tcPr>
          <w:p w:rsidRPr="009C54AE" w:rsidR="00480F37" w:rsidP="00FE19E9" w:rsidRDefault="00480F37" w14:paraId="49463D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9C54AE" w:rsidR="00480F37" w:rsidP="00FE19E9" w:rsidRDefault="00480F37" w14:paraId="26C243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Metoda projektów, obserwacja w trakcie zajęć</w:t>
            </w:r>
          </w:p>
        </w:tc>
        <w:tc>
          <w:tcPr>
            <w:tcW w:w="2117" w:type="dxa"/>
          </w:tcPr>
          <w:p w:rsidRPr="009C54AE" w:rsidR="00480F37" w:rsidP="00FE19E9" w:rsidRDefault="00480F37" w14:paraId="05932C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56B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480F37" w:rsidTr="00FE19E9" w14:paraId="2241FD87" w14:textId="77777777">
        <w:tc>
          <w:tcPr>
            <w:tcW w:w="1962" w:type="dxa"/>
          </w:tcPr>
          <w:p w:rsidRPr="009C54AE" w:rsidR="00480F37" w:rsidP="00FE19E9" w:rsidRDefault="00480F37" w14:paraId="5D2186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9C54AE" w:rsidR="00480F37" w:rsidP="00FE19E9" w:rsidRDefault="00480F37" w14:paraId="6A34D4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Metoda projektów</w:t>
            </w:r>
          </w:p>
        </w:tc>
        <w:tc>
          <w:tcPr>
            <w:tcW w:w="2117" w:type="dxa"/>
          </w:tcPr>
          <w:p w:rsidRPr="009C54AE" w:rsidR="00480F37" w:rsidP="00FE19E9" w:rsidRDefault="00480F37" w14:paraId="07C817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56B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58A7F3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23D7D" w:rsidP="0053065E" w:rsidRDefault="003E1941" w14:paraId="3E288B4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5352440B" w14:textId="77777777">
        <w:tc>
          <w:tcPr>
            <w:tcW w:w="9670" w:type="dxa"/>
          </w:tcPr>
          <w:p w:rsidRPr="00764AFD" w:rsidR="007305F3" w:rsidP="007305F3" w:rsidRDefault="007305F3" w14:paraId="347396F5" w14:textId="77777777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projektu Programu Aktywności Lokalnej</w:t>
            </w:r>
            <w:r w:rsidRPr="00764AFD">
              <w:rPr>
                <w:rFonts w:ascii="Corbel" w:hAnsi="Corbel"/>
                <w:b w:val="0"/>
                <w:smallCaps w:val="0"/>
                <w:szCs w:val="24"/>
              </w:rPr>
              <w:t xml:space="preserve"> (100% oceny końcowej). Dodatkowo punktowana jest również aktywność podczas zajęć (maksymalnie dodatkowych 10% do oceny końcowej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procenty nie są dodawane w przypadku wyniku 100%</w:t>
            </w:r>
            <w:r w:rsidRPr="00764AFD">
              <w:rPr>
                <w:rFonts w:ascii="Corbel" w:hAnsi="Corbel"/>
                <w:b w:val="0"/>
                <w:smallCaps w:val="0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:rsidRPr="00764AFD" w:rsidR="007305F3" w:rsidP="007305F3" w:rsidRDefault="007305F3" w14:paraId="5172F405" w14:textId="77777777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AFD">
              <w:rPr>
                <w:rFonts w:ascii="Corbel" w:hAnsi="Corbel"/>
                <w:b w:val="0"/>
                <w:smallCaps w:val="0"/>
                <w:szCs w:val="24"/>
              </w:rPr>
              <w:t>• 91% - 100% (5.0)</w:t>
            </w:r>
          </w:p>
          <w:p w:rsidRPr="00764AFD" w:rsidR="007305F3" w:rsidP="007305F3" w:rsidRDefault="007305F3" w14:paraId="42083470" w14:textId="77777777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AFD">
              <w:rPr>
                <w:rFonts w:ascii="Corbel" w:hAnsi="Corbel"/>
                <w:b w:val="0"/>
                <w:smallCaps w:val="0"/>
                <w:szCs w:val="24"/>
              </w:rPr>
              <w:t>• 82% - 90% (4.5)</w:t>
            </w:r>
          </w:p>
          <w:p w:rsidRPr="00764AFD" w:rsidR="007305F3" w:rsidP="007305F3" w:rsidRDefault="007305F3" w14:paraId="4FD0979C" w14:textId="77777777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AFD">
              <w:rPr>
                <w:rFonts w:ascii="Corbel" w:hAnsi="Corbel"/>
                <w:b w:val="0"/>
                <w:smallCaps w:val="0"/>
                <w:szCs w:val="24"/>
              </w:rPr>
              <w:t>• 73% - 81% (4.0)</w:t>
            </w:r>
          </w:p>
          <w:p w:rsidRPr="00764AFD" w:rsidR="007305F3" w:rsidP="007305F3" w:rsidRDefault="007305F3" w14:paraId="10551D3B" w14:textId="77777777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AFD">
              <w:rPr>
                <w:rFonts w:ascii="Corbel" w:hAnsi="Corbel"/>
                <w:b w:val="0"/>
                <w:smallCaps w:val="0"/>
                <w:szCs w:val="24"/>
              </w:rPr>
              <w:t>• 64% - 72% (3.5)</w:t>
            </w:r>
          </w:p>
          <w:p w:rsidRPr="00764AFD" w:rsidR="007305F3" w:rsidP="007305F3" w:rsidRDefault="007305F3" w14:paraId="2C4F26F1" w14:textId="77777777">
            <w:pPr>
              <w:pStyle w:val="Punktygwne"/>
              <w:spacing w:before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AFD">
              <w:rPr>
                <w:rFonts w:ascii="Corbel" w:hAnsi="Corbel"/>
                <w:b w:val="0"/>
                <w:smallCaps w:val="0"/>
                <w:szCs w:val="24"/>
              </w:rPr>
              <w:t>• 55% - 63% (3.0)</w:t>
            </w:r>
          </w:p>
          <w:p w:rsidRPr="009C54AE" w:rsidR="0085747A" w:rsidP="009C54AE" w:rsidRDefault="007305F3" w14:paraId="7395C2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FD">
              <w:rPr>
                <w:rFonts w:ascii="Corbel" w:hAnsi="Corbel"/>
                <w:b w:val="0"/>
                <w:smallCaps w:val="0"/>
                <w:szCs w:val="24"/>
              </w:rPr>
              <w:t>• poniżej 55% (2.0)</w:t>
            </w:r>
          </w:p>
        </w:tc>
      </w:tr>
    </w:tbl>
    <w:p w:rsidRPr="009C54AE" w:rsidR="0085747A" w:rsidP="009C54AE" w:rsidRDefault="0085747A" w14:paraId="16093AB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7B1EDE8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A4B4BD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7305F3" w14:paraId="0A6C8F69" w14:textId="77777777">
        <w:tc>
          <w:tcPr>
            <w:tcW w:w="4902" w:type="dxa"/>
            <w:vAlign w:val="center"/>
          </w:tcPr>
          <w:p w:rsidRPr="009C54AE" w:rsidR="0085747A" w:rsidP="009C54AE" w:rsidRDefault="00C61DC5" w14:paraId="65A9418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2943003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7305F3" w:rsidTr="007305F3" w14:paraId="06BFC653" w14:textId="77777777">
        <w:tc>
          <w:tcPr>
            <w:tcW w:w="4902" w:type="dxa"/>
          </w:tcPr>
          <w:p w:rsidRPr="009C54AE" w:rsidR="007305F3" w:rsidP="007305F3" w:rsidRDefault="007305F3" w14:paraId="01C656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7305F3" w:rsidP="007305F3" w:rsidRDefault="007305F3" w14:paraId="30F3744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7305F3" w:rsidTr="007305F3" w14:paraId="05662F29" w14:textId="77777777">
        <w:tc>
          <w:tcPr>
            <w:tcW w:w="4902" w:type="dxa"/>
          </w:tcPr>
          <w:p w:rsidRPr="009C54AE" w:rsidR="007305F3" w:rsidP="007305F3" w:rsidRDefault="007305F3" w14:paraId="062807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7305F3" w:rsidP="007305F3" w:rsidRDefault="007305F3" w14:paraId="48A3D16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9C54AE" w:rsidR="007305F3" w:rsidP="007305F3" w:rsidRDefault="007305F3" w14:paraId="4FA4EEB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7305F3" w:rsidTr="007305F3" w14:paraId="7E46BB30" w14:textId="77777777">
        <w:tc>
          <w:tcPr>
            <w:tcW w:w="4902" w:type="dxa"/>
          </w:tcPr>
          <w:p w:rsidRPr="009C54AE" w:rsidR="007305F3" w:rsidP="007305F3" w:rsidRDefault="007305F3" w14:paraId="3C2BDB1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9C54AE" w:rsidR="007305F3" w:rsidP="007305F3" w:rsidRDefault="007305F3" w14:paraId="7981A93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7305F3" w:rsidTr="007305F3" w14:paraId="0DC4C935" w14:textId="77777777">
        <w:tc>
          <w:tcPr>
            <w:tcW w:w="4902" w:type="dxa"/>
          </w:tcPr>
          <w:p w:rsidRPr="009C54AE" w:rsidR="007305F3" w:rsidP="007305F3" w:rsidRDefault="007305F3" w14:paraId="7A88107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7305F3" w:rsidP="007305F3" w:rsidRDefault="007305F3" w14:paraId="50EC214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7305F3" w:rsidTr="007305F3" w14:paraId="0C77509E" w14:textId="77777777">
        <w:tc>
          <w:tcPr>
            <w:tcW w:w="4902" w:type="dxa"/>
          </w:tcPr>
          <w:p w:rsidRPr="009C54AE" w:rsidR="007305F3" w:rsidP="007305F3" w:rsidRDefault="007305F3" w14:paraId="51679CC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9C54AE" w:rsidR="007305F3" w:rsidP="007305F3" w:rsidRDefault="007305F3" w14:paraId="0EF5F2F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585C712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D6E928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5F8345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DFBB0D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7C8F5EF0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BBCD2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7305F3" w:rsidRDefault="007305F3" w14:paraId="35F469E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71620A" w14:paraId="226D43FB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33A1A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7305F3" w:rsidRDefault="007305F3" w14:paraId="07249B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54D5B18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5093EF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85747A" w:rsidP="00B7389B" w:rsidRDefault="0085747A" w14:paraId="2DD4EB1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8"/>
      </w:tblGrid>
      <w:tr w:rsidRPr="00B7389B" w:rsidR="00B7389B" w:rsidTr="007518F5" w14:paraId="0C5D0571" w14:textId="77777777">
        <w:trPr>
          <w:trHeight w:val="397"/>
        </w:trPr>
        <w:tc>
          <w:tcPr>
            <w:tcW w:w="9498" w:type="dxa"/>
          </w:tcPr>
          <w:p w:rsidRPr="00B7389B" w:rsidR="00B7389B" w:rsidP="00B7389B" w:rsidRDefault="00B7389B" w14:paraId="23BC2F44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7389B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:rsidRPr="00B7389B" w:rsidR="00B7389B" w:rsidP="00B7389B" w:rsidRDefault="00B7389B" w14:paraId="056E0A37" w14:textId="77777777">
            <w:pPr>
              <w:spacing w:after="0" w:line="240" w:lineRule="auto"/>
              <w:ind w:left="601" w:hanging="567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7389B">
              <w:rPr>
                <w:rFonts w:ascii="Corbel" w:hAnsi="Corbel"/>
                <w:sz w:val="24"/>
                <w:szCs w:val="24"/>
              </w:rPr>
              <w:t>Bąbska</w:t>
            </w:r>
            <w:proofErr w:type="spellEnd"/>
            <w:r w:rsidRPr="00B7389B">
              <w:rPr>
                <w:rFonts w:ascii="Corbel" w:hAnsi="Corbel"/>
                <w:sz w:val="24"/>
                <w:szCs w:val="24"/>
              </w:rPr>
              <w:t xml:space="preserve">, B. (2014). </w:t>
            </w:r>
            <w:r w:rsidRPr="00B7389B">
              <w:rPr>
                <w:rFonts w:ascii="Corbel" w:hAnsi="Corbel"/>
                <w:i/>
                <w:sz w:val="24"/>
                <w:szCs w:val="24"/>
              </w:rPr>
              <w:t>Jak organizowanie społeczności lokalnej można wdrożyć do struktur OPS?</w:t>
            </w:r>
            <w:r w:rsidRPr="00B7389B">
              <w:rPr>
                <w:rFonts w:ascii="Corbel" w:hAnsi="Corbel"/>
                <w:sz w:val="24"/>
                <w:szCs w:val="24"/>
              </w:rPr>
              <w:t xml:space="preserve"> W: Dudkiewicz, M., </w:t>
            </w:r>
            <w:proofErr w:type="spellStart"/>
            <w:r w:rsidRPr="00B7389B">
              <w:rPr>
                <w:rFonts w:ascii="Corbel" w:hAnsi="Corbel"/>
                <w:sz w:val="24"/>
                <w:szCs w:val="24"/>
              </w:rPr>
              <w:t>Bąbska</w:t>
            </w:r>
            <w:proofErr w:type="spellEnd"/>
            <w:r w:rsidRPr="00B7389B">
              <w:rPr>
                <w:rFonts w:ascii="Corbel" w:hAnsi="Corbel"/>
                <w:sz w:val="24"/>
                <w:szCs w:val="24"/>
              </w:rPr>
              <w:t xml:space="preserve">, B., Skowrońska, A, </w:t>
            </w:r>
            <w:r w:rsidRPr="00B7389B">
              <w:rPr>
                <w:rFonts w:ascii="Corbel" w:hAnsi="Corbel"/>
                <w:i/>
                <w:sz w:val="24"/>
                <w:szCs w:val="24"/>
              </w:rPr>
              <w:t>Organizowanie  społeczności lokalnej –  usługa społeczna.</w:t>
            </w:r>
            <w:r w:rsidRPr="00B7389B">
              <w:rPr>
                <w:rFonts w:ascii="Corbel" w:hAnsi="Corbel"/>
                <w:sz w:val="24"/>
                <w:szCs w:val="24"/>
              </w:rPr>
              <w:t xml:space="preserve"> Warszawa: Wyd. Instytut Spraw Publicznych, C.A.L.</w:t>
            </w:r>
          </w:p>
          <w:p w:rsidRPr="00B7389B" w:rsidR="00B7389B" w:rsidP="00B7389B" w:rsidRDefault="00B7389B" w14:paraId="698A9088" w14:textId="77777777">
            <w:pPr>
              <w:spacing w:after="0" w:line="240" w:lineRule="auto"/>
              <w:ind w:left="601" w:hanging="567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7389B">
              <w:rPr>
                <w:rFonts w:ascii="Corbel" w:hAnsi="Corbel"/>
                <w:sz w:val="24"/>
                <w:szCs w:val="24"/>
              </w:rPr>
              <w:t>Bąbska</w:t>
            </w:r>
            <w:proofErr w:type="spellEnd"/>
            <w:r w:rsidRPr="00B7389B">
              <w:rPr>
                <w:rFonts w:ascii="Corbel" w:hAnsi="Corbel"/>
                <w:sz w:val="24"/>
                <w:szCs w:val="24"/>
              </w:rPr>
              <w:t xml:space="preserve">, B., Rymsza, M. (2014). </w:t>
            </w:r>
            <w:r w:rsidRPr="00B7389B">
              <w:rPr>
                <w:rFonts w:ascii="Corbel" w:hAnsi="Corbel"/>
                <w:i/>
                <w:sz w:val="24"/>
                <w:szCs w:val="24"/>
              </w:rPr>
              <w:t xml:space="preserve">Organizowanie społeczności lokalnej –  metodyka pracy środowiskowej. </w:t>
            </w:r>
            <w:r w:rsidRPr="00B7389B">
              <w:rPr>
                <w:rFonts w:ascii="Corbel" w:hAnsi="Corbel"/>
                <w:sz w:val="24"/>
                <w:szCs w:val="24"/>
              </w:rPr>
              <w:t>Warszawa: Wyd. Instytut Spraw Publicznych, C.A.L.</w:t>
            </w:r>
          </w:p>
          <w:p w:rsidRPr="00B7389B" w:rsidR="00B7389B" w:rsidP="00B7389B" w:rsidRDefault="00B7389B" w14:paraId="03D7A639" w14:textId="77777777">
            <w:pPr>
              <w:spacing w:after="0" w:line="240" w:lineRule="auto"/>
              <w:ind w:left="601" w:hanging="567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7389B">
              <w:rPr>
                <w:rFonts w:ascii="Corbel" w:hAnsi="Corbel"/>
                <w:sz w:val="24"/>
                <w:szCs w:val="24"/>
              </w:rPr>
              <w:t xml:space="preserve">Bentkowska-Furman, I. (2017). </w:t>
            </w:r>
            <w:r w:rsidRPr="00B7389B">
              <w:rPr>
                <w:rFonts w:ascii="Corbel" w:hAnsi="Corbel"/>
                <w:i/>
                <w:sz w:val="24"/>
                <w:szCs w:val="24"/>
              </w:rPr>
              <w:t xml:space="preserve">Zakład Aktywności Zawodowej. </w:t>
            </w:r>
            <w:r w:rsidRPr="00B7389B">
              <w:rPr>
                <w:rFonts w:ascii="Corbel" w:hAnsi="Corbel"/>
                <w:iCs/>
                <w:sz w:val="24"/>
                <w:szCs w:val="24"/>
              </w:rPr>
              <w:t>W:</w:t>
            </w:r>
            <w:r w:rsidRPr="00B7389B">
              <w:rPr>
                <w:rFonts w:ascii="Corbel" w:hAnsi="Corbel"/>
                <w:sz w:val="24"/>
                <w:szCs w:val="24"/>
              </w:rPr>
              <w:t xml:space="preserve"> B. </w:t>
            </w:r>
            <w:proofErr w:type="spellStart"/>
            <w:r w:rsidRPr="00B7389B">
              <w:rPr>
                <w:rFonts w:ascii="Corbel" w:hAnsi="Corbel"/>
                <w:sz w:val="24"/>
                <w:szCs w:val="24"/>
              </w:rPr>
              <w:t>Szluz</w:t>
            </w:r>
            <w:proofErr w:type="spellEnd"/>
            <w:r w:rsidRPr="00B7389B">
              <w:rPr>
                <w:rFonts w:ascii="Corbel" w:hAnsi="Corbel"/>
                <w:sz w:val="24"/>
                <w:szCs w:val="24"/>
              </w:rPr>
              <w:t xml:space="preserve">, M. </w:t>
            </w:r>
            <w:proofErr w:type="spellStart"/>
            <w:r w:rsidRPr="00B7389B">
              <w:rPr>
                <w:rFonts w:ascii="Corbel" w:hAnsi="Corbel"/>
                <w:sz w:val="24"/>
                <w:szCs w:val="24"/>
              </w:rPr>
              <w:t>Bozacka</w:t>
            </w:r>
            <w:proofErr w:type="spellEnd"/>
            <w:r w:rsidRPr="00B7389B">
              <w:rPr>
                <w:rFonts w:ascii="Corbel" w:hAnsi="Corbel"/>
                <w:sz w:val="24"/>
                <w:szCs w:val="24"/>
              </w:rPr>
              <w:t xml:space="preserve">, red. </w:t>
            </w:r>
            <w:r w:rsidRPr="00B7389B">
              <w:rPr>
                <w:rFonts w:ascii="Corbel" w:hAnsi="Corbel"/>
                <w:i/>
                <w:sz w:val="24"/>
                <w:szCs w:val="24"/>
              </w:rPr>
              <w:t>Wybrane kategorie problemów społecznych. Wprowadzenie.</w:t>
            </w:r>
            <w:r w:rsidRPr="00B7389B">
              <w:rPr>
                <w:rFonts w:ascii="Corbel" w:hAnsi="Corbel"/>
                <w:sz w:val="24"/>
                <w:szCs w:val="24"/>
              </w:rPr>
              <w:t xml:space="preserve"> Rzeszów: Wyd. UR. </w:t>
            </w:r>
          </w:p>
          <w:p w:rsidRPr="00B7389B" w:rsidR="00B7389B" w:rsidP="00B7389B" w:rsidRDefault="00B7389B" w14:paraId="03109301" w14:textId="77777777">
            <w:pPr>
              <w:spacing w:after="0" w:line="240" w:lineRule="auto"/>
              <w:ind w:left="601" w:hanging="56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7389B">
              <w:rPr>
                <w:rFonts w:ascii="Corbel" w:hAnsi="Corbel"/>
                <w:sz w:val="24"/>
                <w:szCs w:val="24"/>
              </w:rPr>
              <w:t>Grabusińska</w:t>
            </w:r>
            <w:proofErr w:type="spellEnd"/>
            <w:r w:rsidRPr="00B7389B">
              <w:rPr>
                <w:rFonts w:ascii="Corbel" w:hAnsi="Corbel"/>
                <w:sz w:val="24"/>
                <w:szCs w:val="24"/>
              </w:rPr>
              <w:t xml:space="preserve">, Z., (2012). </w:t>
            </w:r>
            <w:r w:rsidRPr="00B7389B">
              <w:rPr>
                <w:rFonts w:ascii="Corbel" w:hAnsi="Corbel"/>
                <w:i/>
                <w:sz w:val="24"/>
                <w:szCs w:val="24"/>
              </w:rPr>
              <w:t>Rola pracy socjalnej w aktywnej integracji.</w:t>
            </w:r>
            <w:r w:rsidRPr="00B7389B">
              <w:rPr>
                <w:rFonts w:ascii="Corbel" w:hAnsi="Corbel"/>
                <w:sz w:val="24"/>
                <w:szCs w:val="24"/>
              </w:rPr>
              <w:t xml:space="preserve"> Warszawa: Wyd. Mazowieckie Centrum Polityki Społecznej.</w:t>
            </w:r>
          </w:p>
          <w:p w:rsidRPr="00B7389B" w:rsidR="00B7389B" w:rsidP="00B7389B" w:rsidRDefault="00B7389B" w14:paraId="2DE44CFB" w14:textId="77777777">
            <w:pPr>
              <w:spacing w:after="0" w:line="240" w:lineRule="auto"/>
              <w:ind w:left="601" w:hanging="56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7389B">
              <w:rPr>
                <w:rFonts w:ascii="Corbel" w:hAnsi="Corbel"/>
                <w:sz w:val="24"/>
                <w:szCs w:val="24"/>
              </w:rPr>
              <w:t>Ignasik</w:t>
            </w:r>
            <w:proofErr w:type="spellEnd"/>
            <w:r w:rsidRPr="00B7389B">
              <w:rPr>
                <w:rFonts w:ascii="Corbel" w:hAnsi="Corbel"/>
                <w:sz w:val="24"/>
                <w:szCs w:val="24"/>
              </w:rPr>
              <w:t xml:space="preserve">, A., </w:t>
            </w:r>
            <w:proofErr w:type="spellStart"/>
            <w:r w:rsidRPr="00B7389B">
              <w:rPr>
                <w:rFonts w:ascii="Corbel" w:hAnsi="Corbel"/>
                <w:sz w:val="24"/>
                <w:szCs w:val="24"/>
              </w:rPr>
              <w:t>Olber</w:t>
            </w:r>
            <w:proofErr w:type="spellEnd"/>
            <w:r w:rsidRPr="00B7389B">
              <w:rPr>
                <w:rFonts w:ascii="Corbel" w:hAnsi="Corbel"/>
                <w:sz w:val="24"/>
                <w:szCs w:val="24"/>
              </w:rPr>
              <w:t>, E., Maciejewska-Dłubała, M., Kubiak-</w:t>
            </w:r>
            <w:proofErr w:type="spellStart"/>
            <w:r w:rsidRPr="00B7389B">
              <w:rPr>
                <w:rFonts w:ascii="Corbel" w:hAnsi="Corbel"/>
                <w:sz w:val="24"/>
                <w:szCs w:val="24"/>
              </w:rPr>
              <w:t>Hornaitko</w:t>
            </w:r>
            <w:proofErr w:type="spellEnd"/>
            <w:r w:rsidRPr="00B7389B">
              <w:rPr>
                <w:rFonts w:ascii="Corbel" w:hAnsi="Corbel"/>
                <w:sz w:val="24"/>
                <w:szCs w:val="24"/>
              </w:rPr>
              <w:t xml:space="preserve">, M. (2014). </w:t>
            </w:r>
            <w:r w:rsidRPr="00B7389B">
              <w:rPr>
                <w:rFonts w:ascii="Corbel" w:hAnsi="Corbel"/>
                <w:i/>
                <w:sz w:val="24"/>
                <w:szCs w:val="24"/>
              </w:rPr>
              <w:t>Narzędzia pracy socjalnej.</w:t>
            </w:r>
            <w:r w:rsidRPr="00B7389B">
              <w:rPr>
                <w:rFonts w:ascii="Corbel" w:hAnsi="Corbel"/>
                <w:sz w:val="24"/>
                <w:szCs w:val="24"/>
              </w:rPr>
              <w:t xml:space="preserve"> Warszawa: Wyd. Centrum Rozwoju Zasobów Ludzkich.</w:t>
            </w:r>
          </w:p>
          <w:p w:rsidRPr="00B7389B" w:rsidR="00B7389B" w:rsidP="00B7389B" w:rsidRDefault="00B7389B" w14:paraId="2A69F4D5" w14:textId="77777777">
            <w:pPr>
              <w:spacing w:after="0" w:line="240" w:lineRule="auto"/>
              <w:ind w:left="601" w:hanging="567"/>
              <w:jc w:val="both"/>
              <w:rPr>
                <w:rFonts w:ascii="Corbel" w:hAnsi="Corbel"/>
                <w:sz w:val="24"/>
                <w:szCs w:val="24"/>
              </w:rPr>
            </w:pPr>
            <w:r w:rsidRPr="00B7389B">
              <w:rPr>
                <w:rFonts w:ascii="Corbel" w:hAnsi="Corbel"/>
                <w:sz w:val="24"/>
                <w:szCs w:val="24"/>
              </w:rPr>
              <w:t>Łagowska-Cebula, M</w:t>
            </w:r>
            <w:r w:rsidRPr="00B7389B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B7389B">
              <w:rPr>
                <w:rFonts w:ascii="Corbel" w:hAnsi="Corbel"/>
                <w:sz w:val="24"/>
                <w:szCs w:val="24"/>
              </w:rPr>
              <w:t>(2017).</w:t>
            </w:r>
            <w:r w:rsidRPr="00B7389B">
              <w:rPr>
                <w:rFonts w:ascii="Corbel" w:hAnsi="Corbel"/>
                <w:i/>
                <w:sz w:val="24"/>
                <w:szCs w:val="24"/>
              </w:rPr>
              <w:t xml:space="preserve"> Centrum Integracji Społecznej. </w:t>
            </w:r>
            <w:r w:rsidRPr="00B7389B">
              <w:rPr>
                <w:rFonts w:ascii="Corbel" w:hAnsi="Corbel"/>
                <w:iCs/>
                <w:sz w:val="24"/>
                <w:szCs w:val="24"/>
              </w:rPr>
              <w:t>W:</w:t>
            </w:r>
            <w:r w:rsidRPr="00B7389B">
              <w:rPr>
                <w:rFonts w:ascii="Corbel" w:hAnsi="Corbel"/>
                <w:sz w:val="24"/>
                <w:szCs w:val="24"/>
              </w:rPr>
              <w:t xml:space="preserve"> B. </w:t>
            </w:r>
            <w:proofErr w:type="spellStart"/>
            <w:r w:rsidRPr="00B7389B">
              <w:rPr>
                <w:rFonts w:ascii="Corbel" w:hAnsi="Corbel"/>
                <w:sz w:val="24"/>
                <w:szCs w:val="24"/>
              </w:rPr>
              <w:t>Szluz</w:t>
            </w:r>
            <w:proofErr w:type="spellEnd"/>
            <w:r w:rsidRPr="00B7389B">
              <w:rPr>
                <w:rFonts w:ascii="Corbel" w:hAnsi="Corbel"/>
                <w:sz w:val="24"/>
                <w:szCs w:val="24"/>
              </w:rPr>
              <w:t xml:space="preserve">, M. </w:t>
            </w:r>
            <w:proofErr w:type="spellStart"/>
            <w:r w:rsidRPr="00B7389B">
              <w:rPr>
                <w:rFonts w:ascii="Corbel" w:hAnsi="Corbel"/>
                <w:sz w:val="24"/>
                <w:szCs w:val="24"/>
              </w:rPr>
              <w:t>Bozacka</w:t>
            </w:r>
            <w:proofErr w:type="spellEnd"/>
            <w:r w:rsidRPr="00B7389B">
              <w:rPr>
                <w:rFonts w:ascii="Corbel" w:hAnsi="Corbel"/>
                <w:sz w:val="24"/>
                <w:szCs w:val="24"/>
              </w:rPr>
              <w:t xml:space="preserve"> red. </w:t>
            </w:r>
            <w:r w:rsidRPr="00B7389B">
              <w:rPr>
                <w:rFonts w:ascii="Corbel" w:hAnsi="Corbel"/>
                <w:i/>
                <w:sz w:val="24"/>
                <w:szCs w:val="24"/>
              </w:rPr>
              <w:t>Wybrane kategorie problemów społecznych. Wprowadzenie.</w:t>
            </w:r>
            <w:r w:rsidRPr="00B7389B">
              <w:rPr>
                <w:rFonts w:ascii="Corbel" w:hAnsi="Corbel"/>
                <w:sz w:val="24"/>
                <w:szCs w:val="24"/>
              </w:rPr>
              <w:t xml:space="preserve"> Rzeszów: Wyd. UR.  </w:t>
            </w:r>
          </w:p>
          <w:p w:rsidRPr="00B7389B" w:rsidR="00B7389B" w:rsidP="00B7389B" w:rsidRDefault="00B7389B" w14:paraId="3DE249F9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7389B">
              <w:rPr>
                <w:rFonts w:ascii="Corbel" w:hAnsi="Corbel"/>
                <w:sz w:val="24"/>
                <w:szCs w:val="24"/>
              </w:rPr>
              <w:t xml:space="preserve">Łagowska-Cebula, M. (2017). </w:t>
            </w:r>
            <w:r w:rsidRPr="00B7389B">
              <w:rPr>
                <w:rFonts w:ascii="Corbel" w:hAnsi="Corbel"/>
                <w:i/>
                <w:sz w:val="24"/>
                <w:szCs w:val="24"/>
              </w:rPr>
              <w:t xml:space="preserve">Klub Integracji Społecznej. </w:t>
            </w:r>
            <w:r w:rsidRPr="00B7389B">
              <w:rPr>
                <w:rFonts w:ascii="Corbel" w:hAnsi="Corbel"/>
                <w:iCs/>
                <w:sz w:val="24"/>
                <w:szCs w:val="24"/>
              </w:rPr>
              <w:t xml:space="preserve">W: B. </w:t>
            </w:r>
            <w:proofErr w:type="spellStart"/>
            <w:r w:rsidRPr="00B7389B">
              <w:rPr>
                <w:rFonts w:ascii="Corbel" w:hAnsi="Corbel"/>
                <w:iCs/>
                <w:sz w:val="24"/>
                <w:szCs w:val="24"/>
              </w:rPr>
              <w:t>Szluz</w:t>
            </w:r>
            <w:proofErr w:type="spellEnd"/>
            <w:r w:rsidRPr="00B7389B">
              <w:rPr>
                <w:rFonts w:ascii="Corbel" w:hAnsi="Corbel"/>
                <w:iCs/>
                <w:sz w:val="24"/>
                <w:szCs w:val="24"/>
              </w:rPr>
              <w:t xml:space="preserve">, M. </w:t>
            </w:r>
            <w:proofErr w:type="spellStart"/>
            <w:r w:rsidRPr="00B7389B">
              <w:rPr>
                <w:rFonts w:ascii="Corbel" w:hAnsi="Corbel"/>
                <w:iCs/>
                <w:sz w:val="24"/>
                <w:szCs w:val="24"/>
              </w:rPr>
              <w:t>Bozacka</w:t>
            </w:r>
            <w:proofErr w:type="spellEnd"/>
            <w:r w:rsidRPr="00B7389B">
              <w:rPr>
                <w:rFonts w:ascii="Corbel" w:hAnsi="Corbel"/>
                <w:iCs/>
                <w:sz w:val="24"/>
                <w:szCs w:val="24"/>
              </w:rPr>
              <w:t xml:space="preserve"> red.</w:t>
            </w:r>
            <w:r w:rsidRPr="00B738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7389B">
              <w:rPr>
                <w:rFonts w:ascii="Corbel" w:hAnsi="Corbel"/>
                <w:i/>
                <w:sz w:val="24"/>
                <w:szCs w:val="24"/>
              </w:rPr>
              <w:t>Wybrane kategorie problemów społecznych. Wprowadzenie.</w:t>
            </w:r>
            <w:r w:rsidRPr="00B7389B">
              <w:rPr>
                <w:rFonts w:ascii="Corbel" w:hAnsi="Corbel"/>
                <w:sz w:val="24"/>
                <w:szCs w:val="24"/>
              </w:rPr>
              <w:t xml:space="preserve"> Rzeszów: Wyd. UR.</w:t>
            </w:r>
          </w:p>
          <w:p w:rsidRPr="00B7389B" w:rsidR="00B7389B" w:rsidP="00B7389B" w:rsidRDefault="00B7389B" w14:paraId="2D3CB0F2" w14:textId="77777777">
            <w:pPr>
              <w:spacing w:after="0" w:line="240" w:lineRule="auto"/>
              <w:ind w:left="601" w:hanging="601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7389B">
              <w:rPr>
                <w:rFonts w:ascii="Corbel" w:hAnsi="Corbel"/>
                <w:sz w:val="24"/>
                <w:szCs w:val="24"/>
              </w:rPr>
              <w:t xml:space="preserve">Pilch, T., (2003). </w:t>
            </w:r>
            <w:r w:rsidRPr="00B7389B">
              <w:rPr>
                <w:rFonts w:ascii="Corbel" w:hAnsi="Corbel"/>
                <w:i/>
                <w:sz w:val="24"/>
                <w:szCs w:val="24"/>
              </w:rPr>
              <w:t xml:space="preserve">Metoda organizowania środowiska. </w:t>
            </w:r>
            <w:r w:rsidRPr="00B7389B">
              <w:rPr>
                <w:rFonts w:ascii="Corbel" w:hAnsi="Corbel"/>
                <w:iCs/>
                <w:sz w:val="24"/>
                <w:szCs w:val="24"/>
              </w:rPr>
              <w:t>W:</w:t>
            </w:r>
            <w:r w:rsidRPr="00B7389B">
              <w:rPr>
                <w:rFonts w:ascii="Corbel" w:hAnsi="Corbel"/>
                <w:sz w:val="24"/>
                <w:szCs w:val="24"/>
              </w:rPr>
              <w:t xml:space="preserve"> T. Pilch, I. Lepalczyk red. </w:t>
            </w:r>
            <w:r w:rsidRPr="00B7389B">
              <w:rPr>
                <w:rFonts w:ascii="Corbel" w:hAnsi="Corbel"/>
                <w:i/>
                <w:sz w:val="24"/>
                <w:szCs w:val="24"/>
              </w:rPr>
              <w:t>Pedagogika społeczna.</w:t>
            </w:r>
            <w:r w:rsidRPr="00B7389B">
              <w:rPr>
                <w:rFonts w:ascii="Corbel" w:hAnsi="Corbel"/>
                <w:sz w:val="24"/>
                <w:szCs w:val="24"/>
              </w:rPr>
              <w:t xml:space="preserve"> Warszawa: Wyd. Żak.</w:t>
            </w:r>
          </w:p>
        </w:tc>
      </w:tr>
    </w:tbl>
    <w:p w:rsidRPr="00B7389B" w:rsidR="00B7389B" w:rsidP="00B7389B" w:rsidRDefault="00B7389B" w14:paraId="67A66523" w14:textId="77777777">
      <w:pPr>
        <w:spacing w:after="0" w:line="240" w:lineRule="auto"/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8"/>
      </w:tblGrid>
      <w:tr w:rsidRPr="00B7389B" w:rsidR="00B7389B" w:rsidTr="007518F5" w14:paraId="14E1FDCB" w14:textId="77777777">
        <w:trPr>
          <w:trHeight w:val="397"/>
        </w:trPr>
        <w:tc>
          <w:tcPr>
            <w:tcW w:w="9498" w:type="dxa"/>
          </w:tcPr>
          <w:p w:rsidRPr="00B7389B" w:rsidR="00B7389B" w:rsidP="00B7389B" w:rsidRDefault="00B7389B" w14:paraId="7582EC8B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7389B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:rsidRPr="00B7389B" w:rsidR="00B7389B" w:rsidP="00B7389B" w:rsidRDefault="00B7389B" w14:paraId="3AB981DD" w14:textId="77777777">
            <w:pPr>
              <w:spacing w:after="0" w:line="240" w:lineRule="auto"/>
              <w:ind w:left="601" w:hanging="601"/>
              <w:contextualSpacing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B7389B">
              <w:rPr>
                <w:rFonts w:ascii="Corbel" w:hAnsi="Corbel"/>
                <w:color w:val="000000"/>
                <w:sz w:val="24"/>
                <w:szCs w:val="24"/>
              </w:rPr>
              <w:t>Bąbska</w:t>
            </w:r>
            <w:proofErr w:type="spellEnd"/>
            <w:r w:rsidRPr="00B7389B">
              <w:rPr>
                <w:rFonts w:ascii="Corbel" w:hAnsi="Corbel"/>
                <w:color w:val="000000"/>
                <w:sz w:val="24"/>
                <w:szCs w:val="24"/>
              </w:rPr>
              <w:t xml:space="preserve">, B. i </w:t>
            </w:r>
            <w:proofErr w:type="spellStart"/>
            <w:r w:rsidRPr="00B7389B">
              <w:rPr>
                <w:rFonts w:ascii="Corbel" w:hAnsi="Corbel"/>
                <w:color w:val="000000"/>
                <w:sz w:val="24"/>
                <w:szCs w:val="24"/>
              </w:rPr>
              <w:t>wsp</w:t>
            </w:r>
            <w:proofErr w:type="spellEnd"/>
            <w:r w:rsidRPr="00B7389B">
              <w:rPr>
                <w:rFonts w:ascii="Corbel" w:hAnsi="Corbel"/>
                <w:color w:val="000000"/>
                <w:sz w:val="24"/>
                <w:szCs w:val="24"/>
              </w:rPr>
              <w:t xml:space="preserve">. (2014). </w:t>
            </w:r>
            <w:r w:rsidRPr="00B7389B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Model środowiskowej pracy socjalnej/organizowania społeczności lokalnej. </w:t>
            </w:r>
            <w:r w:rsidRPr="00B7389B">
              <w:rPr>
                <w:rFonts w:ascii="Corbel" w:hAnsi="Corbel"/>
                <w:color w:val="000000"/>
                <w:sz w:val="24"/>
                <w:szCs w:val="24"/>
              </w:rPr>
              <w:t>Warszawa: Wyd. Instytut Spraw Publicznych, C.A.L.</w:t>
            </w:r>
          </w:p>
          <w:p w:rsidRPr="00B7389B" w:rsidR="00B7389B" w:rsidP="00B7389B" w:rsidRDefault="00B7389B" w14:paraId="79B7CE61" w14:textId="77777777">
            <w:pPr>
              <w:spacing w:after="0" w:line="240" w:lineRule="auto"/>
              <w:ind w:left="601" w:hanging="601"/>
              <w:contextualSpacing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B7389B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Kantowicz</w:t>
            </w:r>
            <w:proofErr w:type="spellEnd"/>
            <w:r w:rsidRPr="00B7389B">
              <w:rPr>
                <w:rFonts w:ascii="Corbel" w:hAnsi="Corbel"/>
                <w:color w:val="000000"/>
                <w:sz w:val="24"/>
                <w:szCs w:val="24"/>
              </w:rPr>
              <w:t xml:space="preserve">, E. (2001). </w:t>
            </w:r>
            <w:r w:rsidRPr="00B7389B">
              <w:rPr>
                <w:rFonts w:ascii="Corbel" w:hAnsi="Corbel"/>
                <w:i/>
                <w:color w:val="000000"/>
                <w:sz w:val="24"/>
                <w:szCs w:val="24"/>
              </w:rPr>
              <w:t>Elementy teorii i praktyki pracy socjalnej.</w:t>
            </w:r>
            <w:r w:rsidRPr="00B7389B">
              <w:rPr>
                <w:rFonts w:ascii="Corbel" w:hAnsi="Corbel"/>
                <w:color w:val="000000"/>
                <w:sz w:val="24"/>
                <w:szCs w:val="24"/>
              </w:rPr>
              <w:t xml:space="preserve"> Olsztyn: Wyd. Uniwersytetu Warmińsko-Mazurskiego.</w:t>
            </w:r>
          </w:p>
          <w:p w:rsidRPr="00B7389B" w:rsidR="00B7389B" w:rsidP="00B7389B" w:rsidRDefault="00B7389B" w14:paraId="1B7549F0" w14:textId="77777777">
            <w:pPr>
              <w:spacing w:after="0" w:line="240" w:lineRule="auto"/>
              <w:ind w:left="601" w:hanging="601"/>
              <w:contextualSpacing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7389B">
              <w:rPr>
                <w:rFonts w:ascii="Corbel" w:hAnsi="Corbel"/>
                <w:color w:val="000000"/>
                <w:sz w:val="24"/>
                <w:szCs w:val="24"/>
              </w:rPr>
              <w:t xml:space="preserve">Kaźmierczak, T. i </w:t>
            </w:r>
            <w:proofErr w:type="spellStart"/>
            <w:r w:rsidRPr="00B7389B">
              <w:rPr>
                <w:rFonts w:ascii="Corbel" w:hAnsi="Corbel"/>
                <w:color w:val="000000"/>
                <w:sz w:val="24"/>
                <w:szCs w:val="24"/>
              </w:rPr>
              <w:t>wsp</w:t>
            </w:r>
            <w:proofErr w:type="spellEnd"/>
            <w:r w:rsidRPr="00B7389B">
              <w:rPr>
                <w:rFonts w:ascii="Corbel" w:hAnsi="Corbel"/>
                <w:color w:val="000000"/>
                <w:sz w:val="24"/>
                <w:szCs w:val="24"/>
              </w:rPr>
              <w:t xml:space="preserve">. (2014). </w:t>
            </w:r>
            <w:r w:rsidRPr="00B7389B">
              <w:rPr>
                <w:rFonts w:ascii="Corbel" w:hAnsi="Corbel"/>
                <w:i/>
                <w:color w:val="000000"/>
                <w:sz w:val="24"/>
                <w:szCs w:val="24"/>
              </w:rPr>
              <w:t>Organizator społeczności lokalnej – refleksyjny praktyk.</w:t>
            </w:r>
            <w:r w:rsidRPr="00B7389B">
              <w:rPr>
                <w:rFonts w:ascii="Corbel" w:hAnsi="Corbel"/>
                <w:color w:val="000000"/>
                <w:sz w:val="24"/>
                <w:szCs w:val="24"/>
              </w:rPr>
              <w:t xml:space="preserve"> Warszawa: Wyd. Instytut Spraw Publicznych, C.A.L.</w:t>
            </w:r>
          </w:p>
          <w:p w:rsidRPr="00B7389B" w:rsidR="00B7389B" w:rsidP="00B7389B" w:rsidRDefault="00B7389B" w14:paraId="7DA248D6" w14:textId="77777777">
            <w:pPr>
              <w:spacing w:after="0" w:line="240" w:lineRule="auto"/>
              <w:ind w:left="601" w:hanging="601"/>
              <w:contextualSpacing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B7389B">
              <w:rPr>
                <w:rFonts w:ascii="Corbel" w:hAnsi="Corbel"/>
                <w:color w:val="000000"/>
                <w:sz w:val="24"/>
                <w:szCs w:val="24"/>
              </w:rPr>
              <w:t>Robertis</w:t>
            </w:r>
            <w:proofErr w:type="spellEnd"/>
            <w:r w:rsidRPr="00B7389B">
              <w:rPr>
                <w:rFonts w:ascii="Corbel" w:hAnsi="Corbel"/>
                <w:color w:val="000000"/>
                <w:sz w:val="24"/>
                <w:szCs w:val="24"/>
              </w:rPr>
              <w:t xml:space="preserve">, C. (1998).  </w:t>
            </w:r>
            <w:r w:rsidRPr="00B7389B">
              <w:rPr>
                <w:rFonts w:ascii="Corbel" w:hAnsi="Corbel"/>
                <w:i/>
                <w:color w:val="000000"/>
                <w:sz w:val="24"/>
                <w:szCs w:val="24"/>
              </w:rPr>
              <w:t>Metodyka działania w pracy socjalnej.</w:t>
            </w:r>
            <w:r w:rsidRPr="00B7389B">
              <w:rPr>
                <w:rFonts w:ascii="Corbel" w:hAnsi="Corbel"/>
                <w:color w:val="000000"/>
                <w:sz w:val="24"/>
                <w:szCs w:val="24"/>
              </w:rPr>
              <w:t xml:space="preserve"> Katowice: Wyd. „Śląsk”.</w:t>
            </w:r>
          </w:p>
          <w:p w:rsidRPr="00B7389B" w:rsidR="00B7389B" w:rsidP="00B7389B" w:rsidRDefault="00B7389B" w14:paraId="55D132FA" w14:textId="77777777">
            <w:pPr>
              <w:spacing w:after="0" w:line="240" w:lineRule="auto"/>
              <w:ind w:left="601" w:hanging="601"/>
              <w:contextualSpacing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7389B">
              <w:rPr>
                <w:rFonts w:ascii="Corbel" w:hAnsi="Corbel"/>
                <w:color w:val="000000"/>
                <w:sz w:val="24"/>
                <w:szCs w:val="24"/>
              </w:rPr>
              <w:t xml:space="preserve">Skrzypczak, B. red. (2011). </w:t>
            </w:r>
            <w:r w:rsidRPr="00B7389B">
              <w:rPr>
                <w:rFonts w:ascii="Corbel" w:hAnsi="Corbel"/>
                <w:i/>
                <w:color w:val="000000"/>
                <w:sz w:val="24"/>
                <w:szCs w:val="24"/>
              </w:rPr>
              <w:t>Organizowanie społeczności lokalnej. Analizy, konteksty, uwarunkowania.</w:t>
            </w:r>
            <w:r w:rsidRPr="00B7389B">
              <w:rPr>
                <w:rFonts w:ascii="Corbel" w:hAnsi="Corbel"/>
                <w:color w:val="000000"/>
                <w:sz w:val="24"/>
                <w:szCs w:val="24"/>
              </w:rPr>
              <w:t xml:space="preserve"> Warszawa: Wyd. Centrum Wspierania Aktywności Lokalnej, C.A.L.</w:t>
            </w:r>
          </w:p>
          <w:p w:rsidRPr="00B7389B" w:rsidR="00B7389B" w:rsidP="00B7389B" w:rsidRDefault="00B7389B" w14:paraId="559D76C3" w14:textId="77777777">
            <w:pPr>
              <w:spacing w:after="0" w:line="240" w:lineRule="auto"/>
              <w:ind w:left="601" w:hanging="601"/>
              <w:contextualSpacing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7389B">
              <w:rPr>
                <w:rFonts w:ascii="Corbel" w:hAnsi="Corbel"/>
                <w:color w:val="000000"/>
                <w:sz w:val="24"/>
                <w:szCs w:val="24"/>
              </w:rPr>
              <w:t xml:space="preserve">Skrzypczak, B. (2011). </w:t>
            </w:r>
            <w:r w:rsidRPr="00B7389B">
              <w:rPr>
                <w:rFonts w:ascii="Corbel" w:hAnsi="Corbel"/>
                <w:i/>
                <w:color w:val="000000"/>
                <w:sz w:val="24"/>
                <w:szCs w:val="24"/>
              </w:rPr>
              <w:t>Renesans środowiskowej pracy socjalnej.</w:t>
            </w:r>
            <w:r w:rsidRPr="00B7389B">
              <w:rPr>
                <w:rFonts w:ascii="Corbel" w:hAnsi="Corbel"/>
                <w:color w:val="000000"/>
                <w:sz w:val="24"/>
                <w:szCs w:val="24"/>
              </w:rPr>
              <w:t xml:space="preserve"> W: M. </w:t>
            </w:r>
            <w:proofErr w:type="spellStart"/>
            <w:r w:rsidRPr="00B7389B">
              <w:rPr>
                <w:rFonts w:ascii="Corbel" w:hAnsi="Corbel"/>
                <w:color w:val="000000"/>
                <w:sz w:val="24"/>
                <w:szCs w:val="24"/>
              </w:rPr>
              <w:t>Grewiński</w:t>
            </w:r>
            <w:proofErr w:type="spellEnd"/>
            <w:r w:rsidRPr="00B7389B">
              <w:rPr>
                <w:rFonts w:ascii="Corbel" w:hAnsi="Corbel"/>
                <w:color w:val="000000"/>
                <w:sz w:val="24"/>
                <w:szCs w:val="24"/>
              </w:rPr>
              <w:t xml:space="preserve">, J. Krzyszkowski red. </w:t>
            </w:r>
            <w:r w:rsidRPr="00B7389B">
              <w:rPr>
                <w:rFonts w:ascii="Corbel" w:hAnsi="Corbel"/>
                <w:i/>
                <w:color w:val="000000"/>
                <w:sz w:val="24"/>
                <w:szCs w:val="24"/>
              </w:rPr>
              <w:t>Współczesne tendencje w pomocy społecznej i pracy socjalnej.</w:t>
            </w:r>
            <w:r w:rsidRPr="00B7389B">
              <w:rPr>
                <w:rFonts w:ascii="Corbel" w:hAnsi="Corbel"/>
                <w:color w:val="000000"/>
                <w:sz w:val="24"/>
                <w:szCs w:val="24"/>
              </w:rPr>
              <w:t xml:space="preserve"> Warszawa: Wyd. Mazowieckie Centrum Polityki Społecznej.</w:t>
            </w:r>
          </w:p>
        </w:tc>
      </w:tr>
    </w:tbl>
    <w:p w:rsidRPr="009C54AE" w:rsidR="0085747A" w:rsidP="009C54AE" w:rsidRDefault="0085747A" w14:paraId="5C4AE34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FFE47E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A3DEF" w:rsidP="00C16ABF" w:rsidRDefault="008A3DEF" w14:paraId="3A220CB3" w14:textId="77777777">
      <w:pPr>
        <w:spacing w:after="0" w:line="240" w:lineRule="auto"/>
      </w:pPr>
      <w:r>
        <w:separator/>
      </w:r>
    </w:p>
  </w:endnote>
  <w:endnote w:type="continuationSeparator" w:id="0">
    <w:p w:rsidR="008A3DEF" w:rsidP="00C16ABF" w:rsidRDefault="008A3DEF" w14:paraId="16F3871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4489400"/>
      <w:docPartObj>
        <w:docPartGallery w:val="Page Numbers (Bottom of Page)"/>
        <w:docPartUnique/>
      </w:docPartObj>
    </w:sdtPr>
    <w:sdtEndPr/>
    <w:sdtContent>
      <w:p w:rsidR="009476E7" w:rsidRDefault="008435D4" w14:paraId="63B95C1B" w14:textId="77777777">
        <w:pPr>
          <w:pStyle w:val="Stopka"/>
          <w:jc w:val="right"/>
        </w:pPr>
        <w:r>
          <w:fldChar w:fldCharType="begin"/>
        </w:r>
        <w:r w:rsidR="009476E7">
          <w:instrText>PAGE   \* MERGEFORMAT</w:instrText>
        </w:r>
        <w:r>
          <w:fldChar w:fldCharType="separate"/>
        </w:r>
        <w:r w:rsidR="0053065E">
          <w:rPr>
            <w:noProof/>
          </w:rPr>
          <w:t>5</w:t>
        </w:r>
        <w:r>
          <w:fldChar w:fldCharType="end"/>
        </w:r>
      </w:p>
    </w:sdtContent>
  </w:sdt>
  <w:p w:rsidR="009476E7" w:rsidRDefault="009476E7" w14:paraId="590F6CD8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A3DEF" w:rsidP="00C16ABF" w:rsidRDefault="008A3DEF" w14:paraId="41D71297" w14:textId="77777777">
      <w:pPr>
        <w:spacing w:after="0" w:line="240" w:lineRule="auto"/>
      </w:pPr>
      <w:r>
        <w:separator/>
      </w:r>
    </w:p>
  </w:footnote>
  <w:footnote w:type="continuationSeparator" w:id="0">
    <w:p w:rsidR="008A3DEF" w:rsidP="00C16ABF" w:rsidRDefault="008A3DEF" w14:paraId="24BB01EA" w14:textId="77777777">
      <w:pPr>
        <w:spacing w:after="0" w:line="240" w:lineRule="auto"/>
      </w:pPr>
      <w:r>
        <w:continuationSeparator/>
      </w:r>
    </w:p>
  </w:footnote>
  <w:footnote w:id="1">
    <w:p w:rsidR="00480F37" w:rsidP="00480F37" w:rsidRDefault="00480F37" w14:paraId="4C4B3D7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C97AF5"/>
    <w:multiLevelType w:val="hybridMultilevel"/>
    <w:tmpl w:val="9740E6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EC0630"/>
    <w:multiLevelType w:val="hybridMultilevel"/>
    <w:tmpl w:val="0324B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473"/>
    <w:rsid w:val="000D04B0"/>
    <w:rsid w:val="000D1A4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4617"/>
    <w:rsid w:val="002144C0"/>
    <w:rsid w:val="0022477D"/>
    <w:rsid w:val="002278A9"/>
    <w:rsid w:val="002336F9"/>
    <w:rsid w:val="0024028F"/>
    <w:rsid w:val="00244ABC"/>
    <w:rsid w:val="002753B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F37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65E"/>
    <w:rsid w:val="005363C4"/>
    <w:rsid w:val="00536BDE"/>
    <w:rsid w:val="00543ACC"/>
    <w:rsid w:val="0056696D"/>
    <w:rsid w:val="00576A4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0AA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5F3"/>
    <w:rsid w:val="007327BD"/>
    <w:rsid w:val="00734608"/>
    <w:rsid w:val="00741BA2"/>
    <w:rsid w:val="0074258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B4E"/>
    <w:rsid w:val="007D6E56"/>
    <w:rsid w:val="007F4155"/>
    <w:rsid w:val="0081554D"/>
    <w:rsid w:val="0081707E"/>
    <w:rsid w:val="008367BA"/>
    <w:rsid w:val="008435D4"/>
    <w:rsid w:val="008449B3"/>
    <w:rsid w:val="008552A2"/>
    <w:rsid w:val="0085747A"/>
    <w:rsid w:val="00884922"/>
    <w:rsid w:val="00885F64"/>
    <w:rsid w:val="008917F9"/>
    <w:rsid w:val="008A3DE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6E7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389B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7F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972"/>
    <w:rsid w:val="00D552B2"/>
    <w:rsid w:val="00D608D1"/>
    <w:rsid w:val="00D74119"/>
    <w:rsid w:val="00D75FE3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51C8"/>
    <w:rsid w:val="00EE32DE"/>
    <w:rsid w:val="00EE5457"/>
    <w:rsid w:val="00F070AB"/>
    <w:rsid w:val="00F17567"/>
    <w:rsid w:val="00F2257C"/>
    <w:rsid w:val="00F27A7B"/>
    <w:rsid w:val="00F526AF"/>
    <w:rsid w:val="00F54787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BD6234"/>
    <w:rsid w:val="323A7A30"/>
    <w:rsid w:val="589900D7"/>
    <w:rsid w:val="5F97F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3599A"/>
  <w15:docId w15:val="{0E29E8B8-3BEA-4E43-815B-AA16BA111E8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9ad3ebdfa9b04b5b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8e764b-1709-4345-bfef-aeac41c2ce56}"/>
      </w:docPartPr>
      <w:docPartBody>
        <w:p w14:paraId="74897428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38E39A-1CA0-4801-8F24-1D501FA087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5EC25B-23D4-4713-B620-9BFA67F5B459}"/>
</file>

<file path=customXml/itemProps3.xml><?xml version="1.0" encoding="utf-8"?>
<ds:datastoreItem xmlns:ds="http://schemas.openxmlformats.org/officeDocument/2006/customXml" ds:itemID="{C50022E1-A8E5-4A68-9F77-684149466868}"/>
</file>

<file path=customXml/itemProps4.xml><?xml version="1.0" encoding="utf-8"?>
<ds:datastoreItem xmlns:ds="http://schemas.openxmlformats.org/officeDocument/2006/customXml" ds:itemID="{9F805E43-4624-479E-8489-892B48FDB42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Motyka Marek</lastModifiedBy>
  <revision>8</revision>
  <lastPrinted>2019-02-06T12:12:00.0000000Z</lastPrinted>
  <dcterms:created xsi:type="dcterms:W3CDTF">2020-10-27T13:22:00.0000000Z</dcterms:created>
  <dcterms:modified xsi:type="dcterms:W3CDTF">2021-10-05T16:05:41.1184153Z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